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31263" w14:textId="77777777" w:rsidR="00D44351" w:rsidRPr="003B1806" w:rsidRDefault="007D3EF9" w:rsidP="00AD7CAF">
      <w:pPr>
        <w:pStyle w:val="Corptext"/>
        <w:ind w:right="1156"/>
        <w:jc w:val="right"/>
        <w:rPr>
          <w:rFonts w:ascii="Calibri" w:hAnsi="Calibri" w:cs="Calibri"/>
          <w:b/>
          <w:sz w:val="22"/>
          <w:szCs w:val="22"/>
        </w:rPr>
      </w:pPr>
      <w:r w:rsidRPr="003B1806">
        <w:rPr>
          <w:rFonts w:ascii="Calibri" w:hAnsi="Calibri" w:cs="Calibri"/>
          <w:b/>
          <w:sz w:val="22"/>
          <w:szCs w:val="22"/>
        </w:rPr>
        <w:t xml:space="preserve">           </w:t>
      </w:r>
      <w:r w:rsidR="00D44351" w:rsidRPr="003B1806">
        <w:rPr>
          <w:rFonts w:ascii="Calibri" w:hAnsi="Calibri" w:cs="Calibri"/>
          <w:b/>
          <w:sz w:val="22"/>
          <w:szCs w:val="22"/>
        </w:rPr>
        <w:t>Anexa</w:t>
      </w:r>
      <w:r w:rsidR="00F77FD3" w:rsidRPr="003B1806">
        <w:rPr>
          <w:rFonts w:ascii="Calibri" w:hAnsi="Calibri" w:cs="Calibri"/>
          <w:b/>
          <w:sz w:val="22"/>
          <w:szCs w:val="22"/>
        </w:rPr>
        <w:t xml:space="preserve"> 5</w:t>
      </w:r>
    </w:p>
    <w:p w14:paraId="50F53455" w14:textId="77777777" w:rsidR="00D44351" w:rsidRPr="00AD7CAF" w:rsidRDefault="00D44351" w:rsidP="00AD7CAF">
      <w:pPr>
        <w:pStyle w:val="Corptext"/>
        <w:ind w:left="1843" w:right="2182"/>
        <w:jc w:val="center"/>
        <w:rPr>
          <w:rFonts w:ascii="Calibri" w:hAnsi="Calibri" w:cs="Calibri"/>
          <w:sz w:val="22"/>
          <w:szCs w:val="22"/>
        </w:rPr>
      </w:pPr>
      <w:r w:rsidRPr="00AD7CAF">
        <w:rPr>
          <w:rFonts w:ascii="Calibri" w:hAnsi="Calibri" w:cs="Calibri"/>
          <w:sz w:val="22"/>
          <w:szCs w:val="22"/>
        </w:rPr>
        <w:t>GRILA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DE ANALIZĂ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A CONFORMITATII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ȘI CALITĂȚII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D</w:t>
      </w:r>
      <w:r w:rsidRPr="00AD7CAF">
        <w:rPr>
          <w:rFonts w:ascii="Calibri" w:hAnsi="Calibri" w:cs="Calibri"/>
          <w:sz w:val="22"/>
          <w:szCs w:val="22"/>
        </w:rPr>
        <w:t xml:space="preserve">OCUMENTAŢIEI DE AVIZARE A LUCRĂRILOR DE INTERVENŢII </w:t>
      </w:r>
      <w:r w:rsidRPr="00AD7CAF">
        <w:rPr>
          <w:rFonts w:ascii="Calibri" w:hAnsi="Calibri" w:cs="Calibri"/>
          <w:spacing w:val="-58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(DALI</w:t>
      </w:r>
      <w:r w:rsidRPr="00AD7CAF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–</w:t>
      </w:r>
      <w:r w:rsidRPr="00AD7CAF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AD7CAF">
        <w:rPr>
          <w:rFonts w:ascii="Calibri" w:hAnsi="Calibri" w:cs="Calibri"/>
          <w:sz w:val="22"/>
          <w:szCs w:val="22"/>
        </w:rPr>
        <w:t>HG 907/2016)</w:t>
      </w:r>
    </w:p>
    <w:p w14:paraId="69E58EF2" w14:textId="77777777" w:rsidR="00D44351" w:rsidRPr="00AD7CAF" w:rsidRDefault="00D44351" w:rsidP="00AD7CAF">
      <w:pPr>
        <w:rPr>
          <w:rFonts w:ascii="Calibri" w:hAnsi="Calibri" w:cs="Calibri"/>
          <w:b/>
          <w:sz w:val="22"/>
          <w:szCs w:val="22"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35"/>
        <w:gridCol w:w="7397"/>
      </w:tblGrid>
      <w:tr w:rsidR="00D44351" w:rsidRPr="0021575D" w14:paraId="5C276DD2" w14:textId="77777777" w:rsidTr="0021575D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9D399" w14:textId="77777777" w:rsidR="00D44351" w:rsidRPr="0021575D" w:rsidRDefault="00D44351" w:rsidP="0021575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Programul</w:t>
            </w:r>
            <w:r w:rsidRPr="0021575D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Regiunea Centru</w:t>
            </w:r>
            <w:r w:rsidRPr="0021575D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2021-2027</w:t>
            </w:r>
          </w:p>
        </w:tc>
      </w:tr>
      <w:tr w:rsidR="00D44351" w:rsidRPr="0021575D" w14:paraId="69D84229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CF7F0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Prioritatea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0AC8B" w14:textId="77777777" w:rsidR="00D44351" w:rsidRPr="0021575D" w:rsidRDefault="00F77FD3" w:rsidP="00AD7CAF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O REGIUNE CU TURISM SUSTENABIL</w:t>
            </w:r>
          </w:p>
        </w:tc>
      </w:tr>
      <w:tr w:rsidR="00D44351" w:rsidRPr="0021575D" w14:paraId="4E26DFC2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F0DCA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0D1A1" w14:textId="06779E3D" w:rsidR="00D44351" w:rsidRPr="0021575D" w:rsidRDefault="00DD0DA2" w:rsidP="00AD7CAF">
            <w:pPr>
              <w:pStyle w:val="TableParagraph"/>
              <w:rPr>
                <w:rFonts w:ascii="Calibri" w:hAnsi="Calibri" w:cs="Calibri"/>
              </w:rPr>
            </w:pPr>
            <w:r w:rsidRPr="00DD0DA2">
              <w:rPr>
                <w:rFonts w:ascii="Calibri" w:hAnsi="Calibri" w:cs="Calibri"/>
              </w:rPr>
              <w:t>7.2 Creșterea incluziunii sociale a copiilor și tinerilor prin dezvoltarea activelor turistice publice și a serviciilor turistice adresate lor</w:t>
            </w:r>
          </w:p>
        </w:tc>
      </w:tr>
      <w:tr w:rsidR="00D44351" w:rsidRPr="0021575D" w14:paraId="79080FEC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4FE01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Titlul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cererii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16838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71A7CCE0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7B9EF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Nr.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apel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4E090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2D9946C9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BA20A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Cod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42C6E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2538EEF3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D6A27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E51E8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1433A690" w14:textId="77777777" w:rsidR="00D44351" w:rsidRPr="00AD7CAF" w:rsidRDefault="00D44351" w:rsidP="00AD7CAF">
      <w:pPr>
        <w:rPr>
          <w:rFonts w:ascii="Calibri" w:hAnsi="Calibri" w:cs="Calibri"/>
          <w:b/>
          <w:sz w:val="22"/>
          <w:szCs w:val="22"/>
        </w:rPr>
      </w:pPr>
    </w:p>
    <w:p w14:paraId="014C0AA5" w14:textId="77777777" w:rsidR="00DD0DA2" w:rsidRDefault="00DD0DA2" w:rsidP="00AD7CAF">
      <w:pPr>
        <w:rPr>
          <w:rFonts w:ascii="Calibri" w:hAnsi="Calibri" w:cs="Calibri"/>
          <w:b/>
          <w:sz w:val="22"/>
          <w:szCs w:val="22"/>
        </w:rPr>
      </w:pPr>
    </w:p>
    <w:p w14:paraId="24FC01E8" w14:textId="77777777" w:rsidR="00DD0DA2" w:rsidRPr="00AD7CAF" w:rsidRDefault="00DD0DA2" w:rsidP="00AD7CAF">
      <w:pPr>
        <w:rPr>
          <w:rFonts w:ascii="Calibri" w:hAnsi="Calibri" w:cs="Calibri"/>
          <w:b/>
          <w:sz w:val="22"/>
          <w:szCs w:val="22"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10"/>
        <w:gridCol w:w="6804"/>
        <w:gridCol w:w="567"/>
        <w:gridCol w:w="567"/>
        <w:gridCol w:w="567"/>
        <w:gridCol w:w="1417"/>
      </w:tblGrid>
      <w:tr w:rsidR="00D44351" w:rsidRPr="0021575D" w14:paraId="3E7AF719" w14:textId="77777777" w:rsidTr="0021575D">
        <w:trPr>
          <w:trHeight w:val="674"/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DEF7" w14:textId="77777777" w:rsidR="00D44351" w:rsidRPr="0021575D" w:rsidRDefault="00D44351" w:rsidP="0021575D">
            <w:pPr>
              <w:pStyle w:val="TableParagraph"/>
              <w:ind w:left="177" w:right="151" w:firstLine="43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NR.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CRT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38944" w14:textId="77777777" w:rsidR="00D44351" w:rsidRPr="0021575D" w:rsidRDefault="00D44351" w:rsidP="0021575D">
            <w:pPr>
              <w:pStyle w:val="TableParagraph"/>
              <w:ind w:left="2539" w:right="2530" w:hanging="556"/>
              <w:jc w:val="center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ASPECTE</w:t>
            </w:r>
            <w:r w:rsidRPr="0021575D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DE</w:t>
            </w:r>
            <w:r w:rsidRPr="0021575D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5BFE2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5C0F1432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6ACDD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4EA266F0" w14:textId="77777777" w:rsidR="00D44351" w:rsidRPr="0021575D" w:rsidRDefault="00D44351" w:rsidP="0021575D">
            <w:pPr>
              <w:pStyle w:val="TableParagraph"/>
              <w:ind w:left="115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3D80F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76948D3D" w14:textId="77777777" w:rsidR="00D44351" w:rsidRPr="0021575D" w:rsidRDefault="00D44351" w:rsidP="0021575D">
            <w:pPr>
              <w:pStyle w:val="TableParagraph"/>
              <w:ind w:left="177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N/A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B5C8A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  <w:b/>
              </w:rPr>
            </w:pPr>
          </w:p>
          <w:p w14:paraId="3519EBE1" w14:textId="77777777" w:rsidR="00D44351" w:rsidRPr="0021575D" w:rsidRDefault="00D44351" w:rsidP="0021575D">
            <w:pPr>
              <w:pStyle w:val="TableParagraph"/>
              <w:ind w:left="338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Observatii</w:t>
            </w:r>
          </w:p>
        </w:tc>
      </w:tr>
      <w:tr w:rsidR="00D44351" w:rsidRPr="0021575D" w14:paraId="47242DA3" w14:textId="77777777" w:rsidTr="0021575D">
        <w:trPr>
          <w:trHeight w:val="35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0E664431" w14:textId="77777777" w:rsidR="00D44351" w:rsidRPr="0021575D" w:rsidRDefault="00D44351" w:rsidP="0021575D">
            <w:pPr>
              <w:pStyle w:val="TableParagraph"/>
              <w:ind w:right="316"/>
              <w:jc w:val="right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  <w:w w:val="99"/>
              </w:rPr>
              <w:t>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0452B192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CRITERII</w:t>
            </w:r>
            <w:r w:rsidRPr="0021575D">
              <w:rPr>
                <w:rFonts w:ascii="Calibri" w:hAnsi="Calibri" w:cs="Calibri"/>
                <w:b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GENERALE</w:t>
            </w:r>
            <w:r w:rsidRPr="0021575D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PRIVIND</w:t>
            </w:r>
            <w:r w:rsidRPr="0021575D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CONŢINUTUL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7372D021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16A774A2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31321B08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6A43D3E0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2BFE4910" w14:textId="77777777" w:rsidTr="0021575D">
        <w:trPr>
          <w:trHeight w:val="32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7AA51" w14:textId="77777777"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DD90B" w14:textId="77777777" w:rsidR="00D44351" w:rsidRPr="0021575D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Partea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scrisă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cuprinde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foaia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capăt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informaţiile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generale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privind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obiectivul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investiţii,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 xml:space="preserve">precizarilor din capitolul 1, sectiunea A </w:t>
            </w:r>
            <w:r w:rsidRPr="0021575D">
              <w:rPr>
                <w:rFonts w:ascii="Calibri" w:hAnsi="Calibri" w:cs="Calibri"/>
                <w:i/>
              </w:rPr>
              <w:t xml:space="preserve">Piese scrise, </w:t>
            </w:r>
            <w:r w:rsidRPr="0021575D">
              <w:rPr>
                <w:rFonts w:ascii="Calibri" w:hAnsi="Calibri" w:cs="Calibri"/>
              </w:rPr>
              <w:t>din cadrul anexei 5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14:paraId="368C38E3" w14:textId="77777777"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Denumirea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obiectivului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investiţii?</w:t>
            </w:r>
          </w:p>
          <w:p w14:paraId="3C6F37A7" w14:textId="77777777"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Ordonator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principal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8"/>
              </w:rPr>
              <w:t xml:space="preserve"> </w:t>
            </w:r>
            <w:r w:rsidRPr="0021575D">
              <w:rPr>
                <w:rFonts w:ascii="Calibri" w:hAnsi="Calibri" w:cs="Calibri"/>
              </w:rPr>
              <w:t>credite/investitor?</w:t>
            </w:r>
          </w:p>
          <w:p w14:paraId="11B6DDAF" w14:textId="77777777"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Ordonator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credite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(secundar/terţiar)?</w:t>
            </w:r>
          </w:p>
          <w:p w14:paraId="2F633826" w14:textId="77777777"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Beneficiarul</w:t>
            </w:r>
            <w:r w:rsidRPr="0021575D">
              <w:rPr>
                <w:rFonts w:ascii="Calibri" w:hAnsi="Calibri" w:cs="Calibri"/>
                <w:spacing w:val="-10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investiţiei?</w:t>
            </w:r>
          </w:p>
          <w:p w14:paraId="0C6DDEC7" w14:textId="77777777" w:rsidR="00D44351" w:rsidRPr="0021575D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2174"/>
                <w:tab w:val="left" w:pos="3716"/>
                <w:tab w:val="left" w:pos="4179"/>
                <w:tab w:val="left" w:pos="5069"/>
                <w:tab w:val="left" w:pos="5419"/>
                <w:tab w:val="left" w:pos="6488"/>
              </w:tabs>
              <w:ind w:righ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Elaboratorul</w:t>
            </w:r>
            <w:r w:rsidRPr="0021575D">
              <w:rPr>
                <w:rFonts w:ascii="Calibri" w:hAnsi="Calibri" w:cs="Calibri"/>
              </w:rPr>
              <w:tab/>
              <w:t>documentaţiei</w:t>
            </w:r>
            <w:r w:rsidRPr="0021575D">
              <w:rPr>
                <w:rFonts w:ascii="Calibri" w:hAnsi="Calibri" w:cs="Calibri"/>
              </w:rPr>
              <w:tab/>
              <w:t>de</w:t>
            </w:r>
            <w:r w:rsidRPr="0021575D">
              <w:rPr>
                <w:rFonts w:ascii="Calibri" w:hAnsi="Calibri" w:cs="Calibri"/>
              </w:rPr>
              <w:tab/>
              <w:t>avizare</w:t>
            </w:r>
            <w:r w:rsidRPr="0021575D">
              <w:rPr>
                <w:rFonts w:ascii="Calibri" w:hAnsi="Calibri" w:cs="Calibri"/>
              </w:rPr>
              <w:tab/>
              <w:t>a</w:t>
            </w:r>
            <w:r w:rsidRPr="0021575D">
              <w:rPr>
                <w:rFonts w:ascii="Calibri" w:hAnsi="Calibri" w:cs="Calibri"/>
              </w:rPr>
              <w:tab/>
              <w:t>lucrărilor</w:t>
            </w:r>
            <w:r w:rsidRPr="0021575D">
              <w:rPr>
                <w:rFonts w:ascii="Calibri" w:hAnsi="Calibri" w:cs="Calibri"/>
              </w:rPr>
              <w:tab/>
            </w:r>
            <w:r w:rsidRPr="0021575D">
              <w:rPr>
                <w:rFonts w:ascii="Calibri" w:hAnsi="Calibri" w:cs="Calibri"/>
                <w:spacing w:val="-2"/>
              </w:rPr>
              <w:t>de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intervenţie?</w:t>
            </w:r>
          </w:p>
          <w:p w14:paraId="6E082B04" w14:textId="77777777" w:rsidR="00D44351" w:rsidRPr="0021575D" w:rsidRDefault="00D44351" w:rsidP="0021575D">
            <w:pPr>
              <w:pStyle w:val="TableParagraph"/>
              <w:ind w:left="107" w:right="65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Se precizeaza, de asemenea,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u w:val="single"/>
              </w:rPr>
              <w:t>data elaborarii/actualizarii</w:t>
            </w:r>
            <w:r w:rsidRPr="0021575D">
              <w:rPr>
                <w:rFonts w:ascii="Calibri" w:hAnsi="Calibri" w:cs="Calibri"/>
                <w:spacing w:val="60"/>
              </w:rPr>
              <w:t xml:space="preserve"> </w:t>
            </w:r>
            <w:r w:rsidRPr="0021575D">
              <w:rPr>
                <w:rFonts w:ascii="Calibri" w:hAnsi="Calibri" w:cs="Calibri"/>
              </w:rPr>
              <w:t>documentatiei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si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  <w:u w:val="single"/>
              </w:rPr>
              <w:t>faza de</w:t>
            </w:r>
            <w:r w:rsidRPr="0021575D">
              <w:rPr>
                <w:rFonts w:ascii="Calibri" w:hAnsi="Calibri" w:cs="Calibri"/>
                <w:spacing w:val="-2"/>
                <w:u w:val="single"/>
              </w:rPr>
              <w:t xml:space="preserve"> </w:t>
            </w:r>
            <w:r w:rsidRPr="0021575D">
              <w:rPr>
                <w:rFonts w:ascii="Calibri" w:hAnsi="Calibri" w:cs="Calibri"/>
                <w:u w:val="single"/>
              </w:rPr>
              <w:t>proiectare</w:t>
            </w:r>
            <w:r w:rsidRPr="0021575D">
              <w:rPr>
                <w:rFonts w:ascii="Calibri" w:hAnsi="Calibri" w:cs="Calibri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73788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A38A4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BDC6C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3E3FD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70A5E06E" w14:textId="77777777" w:rsidTr="0021575D">
        <w:trPr>
          <w:trHeight w:val="18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5B0B8" w14:textId="77777777"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96EBD" w14:textId="77777777" w:rsidR="00D44351" w:rsidRPr="0021575D" w:rsidRDefault="00D44351" w:rsidP="0021575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Partea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scrisă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conține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lista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cu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semnături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elaboratorul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documentatiei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îşi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însuşeşte</w:t>
            </w:r>
            <w:r w:rsidRPr="0021575D">
              <w:rPr>
                <w:rFonts w:ascii="Calibri" w:hAnsi="Calibri" w:cs="Calibri"/>
                <w:spacing w:val="20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asumă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datele</w:t>
            </w:r>
            <w:r w:rsidRPr="0021575D">
              <w:rPr>
                <w:rFonts w:ascii="Calibri" w:hAnsi="Calibri" w:cs="Calibri"/>
                <w:spacing w:val="20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soluţiile</w:t>
            </w:r>
            <w:r w:rsidRPr="0021575D">
              <w:rPr>
                <w:rFonts w:ascii="Calibri" w:hAnsi="Calibri" w:cs="Calibri"/>
                <w:spacing w:val="20"/>
              </w:rPr>
              <w:t xml:space="preserve"> </w:t>
            </w:r>
            <w:r w:rsidRPr="0021575D">
              <w:rPr>
                <w:rFonts w:ascii="Calibri" w:hAnsi="Calibri" w:cs="Calibri"/>
              </w:rPr>
              <w:t>propuse,</w:t>
            </w:r>
            <w:r w:rsidRPr="0021575D">
              <w:rPr>
                <w:rFonts w:ascii="Calibri" w:hAnsi="Calibri" w:cs="Calibri"/>
                <w:spacing w:val="19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2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-57"/>
              </w:rPr>
              <w:t xml:space="preserve"> </w:t>
            </w:r>
            <w:r w:rsidRPr="0021575D">
              <w:rPr>
                <w:rFonts w:ascii="Calibri" w:hAnsi="Calibri" w:cs="Calibri"/>
              </w:rPr>
              <w:t>va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conţine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cel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puţin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următoarele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date:</w:t>
            </w:r>
          </w:p>
          <w:p w14:paraId="323A3814" w14:textId="77777777" w:rsidR="00D44351" w:rsidRPr="0021575D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nr       </w:t>
            </w:r>
            <w:r w:rsidRPr="0021575D">
              <w:rPr>
                <w:rFonts w:ascii="Calibri" w:hAnsi="Calibri" w:cs="Calibri"/>
                <w:spacing w:val="24"/>
              </w:rPr>
              <w:t xml:space="preserve"> </w:t>
            </w:r>
            <w:r w:rsidRPr="0021575D">
              <w:rPr>
                <w:rFonts w:ascii="Calibri" w:hAnsi="Calibri" w:cs="Calibri"/>
              </w:rPr>
              <w:t>/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dată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contract?</w:t>
            </w:r>
          </w:p>
          <w:p w14:paraId="7E8634FF" w14:textId="77777777" w:rsidR="00D44351" w:rsidRPr="0021575D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numele şi prenumele în clar ale proiectanţilor pe specialităţi, ale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persoanei responsabile de proiect - şef de proiect/director 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proiect,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inclusiv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semnăturile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acestora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ştampila?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C23C1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48C89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0537E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FB594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3F240F48" w14:textId="77777777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FCADB" w14:textId="77777777"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606CD" w14:textId="77777777" w:rsidR="00D44351" w:rsidRPr="0021575D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Există și se respectă structura </w:t>
            </w:r>
            <w:r w:rsidRPr="0021575D">
              <w:rPr>
                <w:rFonts w:ascii="Calibri" w:hAnsi="Calibri" w:cs="Calibri"/>
                <w:b/>
              </w:rPr>
              <w:t xml:space="preserve">Părții Scrise </w:t>
            </w:r>
            <w:r w:rsidRPr="0021575D">
              <w:rPr>
                <w:rFonts w:ascii="Calibri" w:hAnsi="Calibri" w:cs="Calibri"/>
              </w:rPr>
              <w:t>conform prevederilor 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legislația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vigoare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–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privind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etapele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elaborare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şi</w:t>
            </w:r>
            <w:r w:rsidRPr="0021575D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conţinutul-cadru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al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documentaţiilor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tehnico-economice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aferente</w:t>
            </w:r>
            <w:r w:rsidRPr="0021575D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obiectivelor/proiectelor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investiţii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finanţate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din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fonduri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publice,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respectiv cele din Anexa 5. Documentaţie de Avizare a Lucrărilor 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Intervenţii</w:t>
            </w:r>
            <w:r w:rsidRPr="0021575D">
              <w:rPr>
                <w:rFonts w:ascii="Calibri" w:hAnsi="Calibri" w:cs="Calibri"/>
                <w:vertAlign w:val="superscript"/>
              </w:rPr>
              <w:t>*1)</w:t>
            </w:r>
            <w:r w:rsidRPr="0021575D">
              <w:rPr>
                <w:rFonts w:ascii="Calibri" w:hAnsi="Calibri" w:cs="Calibri"/>
              </w:rPr>
              <w:t>?</w:t>
            </w:r>
          </w:p>
          <w:p w14:paraId="42AFDF1B" w14:textId="77777777" w:rsidR="00D44351" w:rsidRPr="0021575D" w:rsidRDefault="00D44351" w:rsidP="0021575D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  <w:i/>
              </w:rPr>
              <w:t>*1)</w:t>
            </w:r>
            <w:r w:rsidRPr="0021575D">
              <w:rPr>
                <w:rFonts w:ascii="Calibri" w:hAnsi="Calibri" w:cs="Calibri"/>
                <w:i/>
                <w:spacing w:val="4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Continutul</w:t>
            </w:r>
            <w:r w:rsidRPr="0021575D">
              <w:rPr>
                <w:rFonts w:ascii="Calibri" w:hAnsi="Calibri" w:cs="Calibri"/>
                <w:i/>
                <w:spacing w:val="10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cadru</w:t>
            </w:r>
            <w:r w:rsidRPr="0021575D">
              <w:rPr>
                <w:rFonts w:ascii="Calibri" w:hAnsi="Calibri" w:cs="Calibri"/>
                <w:i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al</w:t>
            </w:r>
            <w:r w:rsidRPr="0021575D">
              <w:rPr>
                <w:rFonts w:ascii="Calibri" w:hAnsi="Calibri" w:cs="Calibri"/>
                <w:i/>
                <w:spacing w:val="7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DALI</w:t>
            </w:r>
            <w:r w:rsidRPr="0021575D">
              <w:rPr>
                <w:rFonts w:ascii="Calibri" w:hAnsi="Calibri" w:cs="Calibri"/>
                <w:i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poate</w:t>
            </w:r>
            <w:r w:rsidRPr="0021575D">
              <w:rPr>
                <w:rFonts w:ascii="Calibri" w:hAnsi="Calibri" w:cs="Calibri"/>
                <w:i/>
                <w:spacing w:val="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fi</w:t>
            </w:r>
            <w:r w:rsidRPr="0021575D">
              <w:rPr>
                <w:rFonts w:ascii="Calibri" w:hAnsi="Calibri" w:cs="Calibri"/>
                <w:i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adaptat,</w:t>
            </w:r>
            <w:r w:rsidRPr="0021575D">
              <w:rPr>
                <w:rFonts w:ascii="Calibri" w:hAnsi="Calibri" w:cs="Calibri"/>
                <w:i/>
                <w:spacing w:val="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în</w:t>
            </w:r>
            <w:r w:rsidRPr="0021575D">
              <w:rPr>
                <w:rFonts w:ascii="Calibri" w:hAnsi="Calibri" w:cs="Calibri"/>
                <w:i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functie</w:t>
            </w:r>
            <w:r w:rsidRPr="0021575D">
              <w:rPr>
                <w:rFonts w:ascii="Calibri" w:hAnsi="Calibri" w:cs="Calibri"/>
                <w:i/>
                <w:spacing w:val="7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9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specificul</w:t>
            </w:r>
            <w:r w:rsidRPr="0021575D">
              <w:rPr>
                <w:rFonts w:ascii="Calibri" w:hAnsi="Calibri" w:cs="Calibri"/>
                <w:i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și</w:t>
            </w:r>
          </w:p>
          <w:p w14:paraId="700EF994" w14:textId="77777777" w:rsidR="00D44351" w:rsidRPr="0021575D" w:rsidRDefault="00D44351" w:rsidP="0021575D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  <w:i/>
              </w:rPr>
              <w:t>complexitatea</w:t>
            </w:r>
            <w:r w:rsidRPr="0021575D">
              <w:rPr>
                <w:rFonts w:ascii="Calibri" w:hAnsi="Calibri" w:cs="Calibri"/>
                <w:i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obiectivului</w:t>
            </w:r>
            <w:r w:rsidRPr="0021575D">
              <w:rPr>
                <w:rFonts w:ascii="Calibri" w:hAnsi="Calibri" w:cs="Calibri"/>
                <w:i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investitii</w:t>
            </w:r>
            <w:r w:rsidRPr="0021575D">
              <w:rPr>
                <w:rFonts w:ascii="Calibri" w:hAnsi="Calibri" w:cs="Calibri"/>
                <w:i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99CC1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F407F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A44AC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929C3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71FF6D5B" w14:textId="77777777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B174B" w14:textId="77777777"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985CA" w14:textId="77777777" w:rsidR="00D44351" w:rsidRPr="0021575D" w:rsidRDefault="00D44351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prezentate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informații</w:t>
            </w:r>
            <w:r w:rsidRPr="0021575D">
              <w:rPr>
                <w:rFonts w:ascii="Calibri" w:hAnsi="Calibri" w:cs="Calibri"/>
                <w:spacing w:val="66"/>
              </w:rPr>
              <w:t xml:space="preserve"> </w:t>
            </w:r>
            <w:r w:rsidRPr="0021575D">
              <w:rPr>
                <w:rFonts w:ascii="Calibri" w:hAnsi="Calibri" w:cs="Calibri"/>
              </w:rPr>
              <w:t>privind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Situaţia</w:t>
            </w:r>
            <w:r w:rsidRPr="0021575D">
              <w:rPr>
                <w:rFonts w:ascii="Calibri" w:hAnsi="Calibri" w:cs="Calibri"/>
                <w:b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existentă</w:t>
            </w:r>
            <w:r w:rsidRPr="0021575D">
              <w:rPr>
                <w:rFonts w:ascii="Calibri" w:hAnsi="Calibri" w:cs="Calibri"/>
                <w:b/>
                <w:spacing w:val="62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şi</w:t>
            </w:r>
            <w:r w:rsidRPr="0021575D">
              <w:rPr>
                <w:rFonts w:ascii="Calibri" w:hAnsi="Calibri" w:cs="Calibri"/>
                <w:b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necesitatea realizării</w:t>
            </w:r>
            <w:r w:rsidRPr="0021575D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lucrărilor</w:t>
            </w:r>
            <w:r w:rsidRPr="0021575D">
              <w:rPr>
                <w:rFonts w:ascii="Calibri" w:hAnsi="Calibri" w:cs="Calibri"/>
                <w:b/>
                <w:spacing w:val="8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de</w:t>
            </w:r>
            <w:r w:rsidRPr="0021575D">
              <w:rPr>
                <w:rFonts w:ascii="Calibri" w:hAnsi="Calibri" w:cs="Calibri"/>
                <w:b/>
                <w:spacing w:val="7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intervenţii,</w:t>
            </w:r>
            <w:r w:rsidRPr="0021575D">
              <w:rPr>
                <w:rFonts w:ascii="Calibri" w:hAnsi="Calibri" w:cs="Calibri"/>
                <w:b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7"/>
              </w:rPr>
              <w:t xml:space="preserve"> </w:t>
            </w:r>
            <w:r w:rsidRPr="0021575D">
              <w:rPr>
                <w:rFonts w:ascii="Calibri" w:hAnsi="Calibri" w:cs="Calibri"/>
              </w:rPr>
              <w:t>precizarilor</w:t>
            </w:r>
            <w:r w:rsidRPr="0021575D">
              <w:rPr>
                <w:rFonts w:ascii="Calibri" w:hAnsi="Calibri" w:cs="Calibri"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9"/>
              </w:rPr>
              <w:t xml:space="preserve"> </w:t>
            </w:r>
            <w:r w:rsidRPr="0021575D">
              <w:rPr>
                <w:rFonts w:ascii="Calibri" w:hAnsi="Calibri" w:cs="Calibri"/>
              </w:rPr>
              <w:t>capitolul</w:t>
            </w:r>
            <w:r w:rsidRPr="0021575D">
              <w:rPr>
                <w:rFonts w:ascii="Calibri" w:hAnsi="Calibri" w:cs="Calibri"/>
                <w:spacing w:val="6"/>
              </w:rPr>
              <w:t xml:space="preserve"> </w:t>
            </w:r>
            <w:r w:rsidRPr="0021575D">
              <w:rPr>
                <w:rFonts w:ascii="Calibri" w:hAnsi="Calibri" w:cs="Calibri"/>
              </w:rPr>
              <w:t>2,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sectiunea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Piese scrise,</w:t>
            </w:r>
            <w:r w:rsidRPr="0021575D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5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14:paraId="633E85A6" w14:textId="77777777" w:rsidR="00D44351" w:rsidRPr="0021575D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10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Prezentarea contextului: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politici, strategii,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legislaţie,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acorduri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relevante,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structuri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instituţionale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financiare?</w:t>
            </w:r>
          </w:p>
          <w:p w14:paraId="709A2764" w14:textId="77777777" w:rsidR="00D44351" w:rsidRPr="0021575D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05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Analiza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situaţiei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existente</w:t>
            </w:r>
            <w:r w:rsidRPr="0021575D">
              <w:rPr>
                <w:rFonts w:ascii="Calibri" w:hAnsi="Calibri" w:cs="Calibri"/>
                <w:spacing w:val="10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identificarea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necesităţilor</w:t>
            </w:r>
            <w:r w:rsidRPr="0021575D">
              <w:rPr>
                <w:rFonts w:ascii="Calibri" w:hAnsi="Calibri" w:cs="Calibri"/>
                <w:spacing w:val="10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deficienţelor?</w:t>
            </w:r>
          </w:p>
          <w:p w14:paraId="64E60B5B" w14:textId="77777777" w:rsidR="00D44351" w:rsidRPr="0021575D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Obiective</w:t>
            </w:r>
            <w:r w:rsidRPr="0021575D">
              <w:rPr>
                <w:rFonts w:ascii="Calibri" w:hAnsi="Calibri" w:cs="Calibri"/>
                <w:spacing w:val="18"/>
              </w:rPr>
              <w:t xml:space="preserve"> </w:t>
            </w:r>
            <w:r w:rsidRPr="0021575D">
              <w:rPr>
                <w:rFonts w:ascii="Calibri" w:hAnsi="Calibri" w:cs="Calibri"/>
              </w:rPr>
              <w:t>preconizate</w:t>
            </w:r>
            <w:r w:rsidRPr="0021575D">
              <w:rPr>
                <w:rFonts w:ascii="Calibri" w:hAnsi="Calibri" w:cs="Calibri"/>
                <w:spacing w:val="75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79"/>
              </w:rPr>
              <w:t xml:space="preserve"> </w:t>
            </w:r>
            <w:r w:rsidRPr="0021575D">
              <w:rPr>
                <w:rFonts w:ascii="Calibri" w:hAnsi="Calibri" w:cs="Calibri"/>
              </w:rPr>
              <w:t>fi</w:t>
            </w:r>
            <w:r w:rsidRPr="0021575D">
              <w:rPr>
                <w:rFonts w:ascii="Calibri" w:hAnsi="Calibri" w:cs="Calibri"/>
                <w:spacing w:val="76"/>
              </w:rPr>
              <w:t xml:space="preserve"> </w:t>
            </w:r>
            <w:r w:rsidRPr="0021575D">
              <w:rPr>
                <w:rFonts w:ascii="Calibri" w:hAnsi="Calibri" w:cs="Calibri"/>
              </w:rPr>
              <w:t>atinse</w:t>
            </w:r>
            <w:r w:rsidRPr="0021575D">
              <w:rPr>
                <w:rFonts w:ascii="Calibri" w:hAnsi="Calibri" w:cs="Calibri"/>
                <w:spacing w:val="75"/>
              </w:rPr>
              <w:t xml:space="preserve"> </w:t>
            </w:r>
            <w:r w:rsidRPr="0021575D">
              <w:rPr>
                <w:rFonts w:ascii="Calibri" w:hAnsi="Calibri" w:cs="Calibri"/>
              </w:rPr>
              <w:t>prin</w:t>
            </w:r>
            <w:r w:rsidRPr="0021575D">
              <w:rPr>
                <w:rFonts w:ascii="Calibri" w:hAnsi="Calibri" w:cs="Calibri"/>
                <w:spacing w:val="77"/>
              </w:rPr>
              <w:t xml:space="preserve"> </w:t>
            </w:r>
            <w:r w:rsidRPr="0021575D">
              <w:rPr>
                <w:rFonts w:ascii="Calibri" w:hAnsi="Calibri" w:cs="Calibri"/>
              </w:rPr>
              <w:t>realizarea</w:t>
            </w:r>
            <w:r w:rsidRPr="0021575D">
              <w:rPr>
                <w:rFonts w:ascii="Calibri" w:hAnsi="Calibri" w:cs="Calibri"/>
                <w:spacing w:val="78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investiţiei</w:t>
            </w:r>
          </w:p>
          <w:p w14:paraId="684E8EC7" w14:textId="77777777" w:rsidR="00D44351" w:rsidRPr="0021575D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publice?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857A3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6DEE9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24A30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50075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5BF6B8CA" w14:textId="77777777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328A1" w14:textId="77777777"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89F8" w14:textId="77777777" w:rsidR="00D44351" w:rsidRPr="0021575D" w:rsidRDefault="00D44351" w:rsidP="0021575D">
            <w:pPr>
              <w:pStyle w:val="TableParagraph"/>
              <w:ind w:left="107" w:right="97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 xml:space="preserve">Sunt prezentate informații privind </w:t>
            </w:r>
            <w:r w:rsidRPr="0021575D">
              <w:rPr>
                <w:rFonts w:ascii="Calibri" w:hAnsi="Calibri" w:cs="Calibri"/>
                <w:b/>
              </w:rPr>
              <w:t>Descrierea construcţiei existente,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 xml:space="preserve">conform precizarilor din capitolul 3, sectiunea A </w:t>
            </w:r>
            <w:r w:rsidRPr="0021575D">
              <w:rPr>
                <w:rFonts w:ascii="Calibri" w:hAnsi="Calibri" w:cs="Calibri"/>
                <w:i/>
              </w:rPr>
              <w:t xml:space="preserve">Piese scrise, </w:t>
            </w:r>
            <w:r w:rsidRPr="0021575D">
              <w:rPr>
                <w:rFonts w:ascii="Calibri" w:hAnsi="Calibri" w:cs="Calibri"/>
              </w:rPr>
              <w:t>din cadrul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5 la</w:t>
            </w:r>
            <w:r w:rsidRPr="0021575D">
              <w:rPr>
                <w:rFonts w:ascii="Calibri" w:hAnsi="Calibri" w:cs="Calibri"/>
                <w:spacing w:val="2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</w:t>
            </w:r>
            <w:r w:rsidRPr="0021575D">
              <w:rPr>
                <w:rFonts w:ascii="Calibri" w:hAnsi="Calibri" w:cs="Calibri"/>
                <w:b/>
              </w:rPr>
              <w:t>:</w:t>
            </w:r>
          </w:p>
          <w:p w14:paraId="285BD513" w14:textId="77777777" w:rsidR="00D44351" w:rsidRPr="0021575D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Particularităţi ale amplasamentului?</w:t>
            </w:r>
          </w:p>
          <w:p w14:paraId="6609F58B" w14:textId="77777777" w:rsidR="00D44351" w:rsidRPr="0021575D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 Regimul juridic?</w:t>
            </w:r>
          </w:p>
          <w:p w14:paraId="271DC5D1" w14:textId="77777777" w:rsidR="00D44351" w:rsidRPr="0021575D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Caracteristici tehnice şi parametri specifici?</w:t>
            </w:r>
          </w:p>
          <w:p w14:paraId="3C3AA11E" w14:textId="77777777" w:rsidR="00D44351" w:rsidRPr="0021575D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3043CC99" w14:textId="77777777" w:rsidR="00DA4DB8" w:rsidRPr="0021575D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>Starea tehnică, inclusiv sistemul structural şi analiza diagnostic,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punctul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vedere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asigurării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cerinţelor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fundamentale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aplicabile,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potrivit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legii?</w:t>
            </w:r>
          </w:p>
          <w:p w14:paraId="340CD51C" w14:textId="77777777" w:rsidR="00DA4DB8" w:rsidRPr="0021575D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>Actul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doveditor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forţei majore,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după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8709B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4D78E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E3621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F7E23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44351" w:rsidRPr="0021575D" w14:paraId="38045CCE" w14:textId="77777777" w:rsidTr="0021575D">
        <w:trPr>
          <w:trHeight w:val="20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C0071" w14:textId="77777777" w:rsidR="00D44351" w:rsidRPr="0021575D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A77A" w14:textId="77777777" w:rsidR="00571C43" w:rsidRPr="0021575D" w:rsidRDefault="00571C43" w:rsidP="0021575D">
            <w:pPr>
              <w:pStyle w:val="TableParagraph"/>
              <w:ind w:left="107" w:right="10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Sunt prezentate informații privind </w:t>
            </w:r>
            <w:r w:rsidRPr="0021575D">
              <w:rPr>
                <w:rFonts w:ascii="Calibri" w:hAnsi="Calibri" w:cs="Calibri"/>
                <w:b/>
              </w:rPr>
              <w:t>Concluziile expertizei tehnice şi,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după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caz,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ale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auditului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energetic,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concluziile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studiilor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diagnosticare</w:t>
            </w:r>
            <w:r w:rsidRPr="0021575D">
              <w:rPr>
                <w:rFonts w:ascii="Calibri" w:hAnsi="Calibri" w:cs="Calibri"/>
                <w:vertAlign w:val="superscript"/>
              </w:rPr>
              <w:t>*2)</w:t>
            </w:r>
            <w:r w:rsidRPr="0021575D">
              <w:rPr>
                <w:rFonts w:ascii="Calibri" w:hAnsi="Calibri" w:cs="Calibri"/>
              </w:rPr>
              <w:t xml:space="preserve">, conform precizarilor din capitolul 4, sectiunea A </w:t>
            </w:r>
            <w:r w:rsidRPr="0021575D">
              <w:rPr>
                <w:rFonts w:ascii="Calibri" w:hAnsi="Calibri" w:cs="Calibri"/>
                <w:i/>
              </w:rPr>
              <w:t>Piese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scrise,</w:t>
            </w:r>
            <w:r w:rsidRPr="0021575D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 5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la HG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14:paraId="18AA9E2F" w14:textId="77777777" w:rsidR="00571C43" w:rsidRPr="0021575D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65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clasa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risc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seismic?</w:t>
            </w:r>
          </w:p>
          <w:p w14:paraId="648320A7" w14:textId="77777777" w:rsidR="00571C43" w:rsidRPr="0021575D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3"/>
              </w:tabs>
              <w:ind w:left="1072" w:hanging="24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prezentarea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minimum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două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soluţii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intervenţie?</w:t>
            </w:r>
          </w:p>
          <w:p w14:paraId="15888D9F" w14:textId="77777777" w:rsidR="00571C43" w:rsidRPr="0021575D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8"/>
              </w:tabs>
              <w:ind w:left="827" w:right="108" w:firstLine="0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soluţiile tehnice şi măsurile propuse de către expertul tehnic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şi, după caz, auditorul energetic spre a fi dezvoltate în cadrul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documentaţiei de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avizare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lucrărilor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intervenţii?</w:t>
            </w:r>
          </w:p>
          <w:p w14:paraId="32ADD644" w14:textId="77777777" w:rsidR="00571C43" w:rsidRPr="0021575D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195"/>
              </w:tabs>
              <w:ind w:left="827" w:right="105" w:firstLine="0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recomandarea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intervenţiilor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necesare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pentru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asigurarea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funcţionării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cerinţelor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exigenţelor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calitate?</w:t>
            </w:r>
          </w:p>
          <w:p w14:paraId="5201CFCF" w14:textId="77777777" w:rsidR="00571C43" w:rsidRPr="0021575D" w:rsidRDefault="00571C4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  <w:i/>
              </w:rPr>
              <w:t>*2) Studiile de diagnosticare pot fi: studii de identificare a alcătuirilor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constructive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utilizează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substanţe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nocive,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studii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specifice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pentru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monumente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istorice,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pentru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monumente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for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public,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situri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arheologice,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analiza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compatibilităţii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conformării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spaţiale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clădirii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existente cu normele specifice funcţiunii şi a măsurii în care aceasta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răspunde</w:t>
            </w:r>
            <w:r w:rsidRPr="0021575D">
              <w:rPr>
                <w:rFonts w:ascii="Calibri" w:hAnsi="Calibri" w:cs="Calibri"/>
                <w:i/>
                <w:spacing w:val="29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cerinţelor</w:t>
            </w:r>
            <w:r w:rsidRPr="0021575D">
              <w:rPr>
                <w:rFonts w:ascii="Calibri" w:hAnsi="Calibri" w:cs="Calibri"/>
                <w:i/>
                <w:spacing w:val="29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30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calitate,</w:t>
            </w:r>
            <w:r w:rsidRPr="0021575D">
              <w:rPr>
                <w:rFonts w:ascii="Calibri" w:hAnsi="Calibri" w:cs="Calibri"/>
                <w:i/>
                <w:spacing w:val="27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studiu</w:t>
            </w:r>
            <w:r w:rsidRPr="0021575D">
              <w:rPr>
                <w:rFonts w:ascii="Calibri" w:hAnsi="Calibri" w:cs="Calibri"/>
                <w:i/>
                <w:spacing w:val="2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peisagistic</w:t>
            </w:r>
            <w:r w:rsidRPr="0021575D">
              <w:rPr>
                <w:rFonts w:ascii="Calibri" w:hAnsi="Calibri" w:cs="Calibri"/>
                <w:i/>
                <w:spacing w:val="29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sau</w:t>
            </w:r>
            <w:r w:rsidRPr="0021575D">
              <w:rPr>
                <w:rFonts w:ascii="Calibri" w:hAnsi="Calibri" w:cs="Calibri"/>
                <w:i/>
                <w:spacing w:val="2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studii,</w:t>
            </w:r>
            <w:r w:rsidRPr="0021575D">
              <w:rPr>
                <w:rFonts w:ascii="Calibri" w:hAnsi="Calibri" w:cs="Calibri"/>
                <w:i/>
                <w:spacing w:val="2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stabilite</w:t>
            </w:r>
          </w:p>
          <w:p w14:paraId="2A8E21A0" w14:textId="77777777" w:rsidR="00D44351" w:rsidRPr="0021575D" w:rsidRDefault="00571C43" w:rsidP="00AD7CAF">
            <w:pPr>
              <w:pStyle w:val="TableParagrap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  <w:i/>
              </w:rPr>
              <w:t xml:space="preserve"> prin</w:t>
            </w:r>
            <w:r w:rsidRPr="0021575D">
              <w:rPr>
                <w:rFonts w:ascii="Calibri" w:hAnsi="Calibri" w:cs="Calibri"/>
                <w:i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tema</w:t>
            </w:r>
            <w:r w:rsidRPr="0021575D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CC068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E21FB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A8FF9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20B9D" w14:textId="77777777" w:rsidR="00D44351" w:rsidRPr="0021575D" w:rsidRDefault="00D4435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A4DB8" w:rsidRPr="0021575D" w14:paraId="3DF659BE" w14:textId="77777777" w:rsidTr="004305FA">
        <w:trPr>
          <w:trHeight w:val="844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90B5A" w14:textId="77777777" w:rsidR="00DA4DB8" w:rsidRPr="0021575D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53E3B" w14:textId="77777777" w:rsidR="00DA4DB8" w:rsidRPr="0021575D" w:rsidRDefault="00DA4DB8" w:rsidP="0021575D">
            <w:pPr>
              <w:pStyle w:val="TableParagraph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Sunt prezentate informații privind </w:t>
            </w:r>
            <w:r w:rsidRPr="0021575D">
              <w:rPr>
                <w:rFonts w:ascii="Calibri" w:hAnsi="Calibri" w:cs="Calibri"/>
                <w:b/>
              </w:rPr>
              <w:t>Identificarea scenariilor/opţiunilor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tehnico-economice (minimum două) şi analiza detaliată a acestora,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 xml:space="preserve">conform precizarilor din capitolul 5, sectiunea A </w:t>
            </w:r>
            <w:r w:rsidRPr="0021575D">
              <w:rPr>
                <w:rFonts w:ascii="Calibri" w:hAnsi="Calibri" w:cs="Calibri"/>
                <w:i/>
              </w:rPr>
              <w:t xml:space="preserve">Piese scrise, </w:t>
            </w:r>
            <w:r w:rsidRPr="0021575D">
              <w:rPr>
                <w:rFonts w:ascii="Calibri" w:hAnsi="Calibri" w:cs="Calibri"/>
              </w:rPr>
              <w:t>din cadrul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5 la</w:t>
            </w:r>
            <w:r w:rsidRPr="0021575D">
              <w:rPr>
                <w:rFonts w:ascii="Calibri" w:hAnsi="Calibri" w:cs="Calibri"/>
                <w:spacing w:val="2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14:paraId="579142A9" w14:textId="77777777" w:rsidR="00DA4DB8" w:rsidRPr="0021575D" w:rsidRDefault="00DA4DB8" w:rsidP="0021575D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Soluţia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tehnică,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punct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vedere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tehnologic,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constructiv,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tehnic,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funcţional-arhitectural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economic,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cuprinzând:</w:t>
            </w:r>
          </w:p>
          <w:p w14:paraId="7AB73671" w14:textId="77777777" w:rsidR="00DA4DB8" w:rsidRPr="0021575D" w:rsidRDefault="00DA4DB8" w:rsidP="0021575D">
            <w:pPr>
              <w:pStyle w:val="TableParagraph"/>
              <w:numPr>
                <w:ilvl w:val="1"/>
                <w:numId w:val="8"/>
              </w:numPr>
              <w:tabs>
                <w:tab w:val="left" w:pos="708"/>
              </w:tabs>
              <w:ind w:hanging="36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descrierea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principalelor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lucrări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intervenţie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?</w:t>
            </w:r>
          </w:p>
          <w:p w14:paraId="61B08037" w14:textId="77777777"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Descrierea,</w:t>
            </w:r>
            <w:r w:rsidRPr="0021575D">
              <w:rPr>
                <w:rFonts w:ascii="Calibri" w:hAnsi="Calibri" w:cs="Calibri"/>
                <w:spacing w:val="4"/>
              </w:rPr>
              <w:t xml:space="preserve"> </w:t>
            </w:r>
            <w:r w:rsidRPr="0021575D">
              <w:rPr>
                <w:rFonts w:ascii="Calibri" w:hAnsi="Calibri" w:cs="Calibri"/>
              </w:rPr>
              <w:t>după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caz,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şi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62"/>
              </w:rPr>
              <w:t xml:space="preserve"> </w:t>
            </w:r>
            <w:r w:rsidRPr="0021575D">
              <w:rPr>
                <w:rFonts w:ascii="Calibri" w:hAnsi="Calibri" w:cs="Calibri"/>
              </w:rPr>
              <w:t>altor</w:t>
            </w:r>
            <w:r w:rsidRPr="0021575D">
              <w:rPr>
                <w:rFonts w:ascii="Calibri" w:hAnsi="Calibri" w:cs="Calibri"/>
                <w:spacing w:val="62"/>
              </w:rPr>
              <w:t xml:space="preserve"> </w:t>
            </w:r>
            <w:r w:rsidRPr="0021575D">
              <w:rPr>
                <w:rFonts w:ascii="Calibri" w:hAnsi="Calibri" w:cs="Calibri"/>
              </w:rPr>
              <w:t>categorii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lucrări incluse în soluţia tehnică de intervenţie propusă, respectiv hidroizolaţii, termoizolaţii, repararea/înlocuirea instalaţiilor/echipamentelor aferente</w:t>
            </w:r>
            <w:r w:rsidRPr="0021575D">
              <w:rPr>
                <w:rFonts w:ascii="Calibri" w:hAnsi="Calibri" w:cs="Calibri"/>
              </w:rPr>
              <w:tab/>
              <w:t>construcţiei,</w:t>
            </w:r>
            <w:r w:rsidRPr="0021575D">
              <w:rPr>
                <w:rFonts w:ascii="Calibri" w:hAnsi="Calibri" w:cs="Calibri"/>
              </w:rPr>
              <w:tab/>
              <w:t>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4B339EDD" w14:textId="77777777"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analiza vulnerabilităţilor cauzate de factori de risc, antropici şi naturali, inclusiv de schimbări climatice ce pot afecta investiţia?</w:t>
            </w:r>
          </w:p>
          <w:p w14:paraId="166258CF" w14:textId="77777777"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55F5AC7A" w14:textId="77777777"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caracteristicile tehnice şi parametrii specifici investiţiei</w:t>
            </w:r>
          </w:p>
          <w:p w14:paraId="4CE6B5C3" w14:textId="77777777" w:rsidR="00DA4DB8" w:rsidRPr="0021575D" w:rsidRDefault="00DA4DB8" w:rsidP="0021575D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rezultate în urma realizării lucrărilor de intervenţie?</w:t>
            </w:r>
          </w:p>
          <w:p w14:paraId="49D7D3D4" w14:textId="77777777" w:rsidR="00DA4DB8" w:rsidRPr="0021575D" w:rsidRDefault="00DA4DB8" w:rsidP="0021575D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Necesarul de utilităţi rezultate, inclusiv estimări privind depăşirea consumurilor iniţiale de utilităţi şi modul de asigurare a consumurilor suplimentare?</w:t>
            </w:r>
          </w:p>
          <w:p w14:paraId="77E64B9F" w14:textId="77777777" w:rsidR="00836583" w:rsidRDefault="00836583" w:rsidP="0021575D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Durata de realizare şi etapele principale corelate cu datele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prevăzute în graficul orientativ de realizare a investiţiei,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detaliat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pe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etape principale?</w:t>
            </w:r>
          </w:p>
          <w:p w14:paraId="58F00A45" w14:textId="77777777" w:rsidR="004305FA" w:rsidRPr="004305FA" w:rsidRDefault="004305FA" w:rsidP="004305FA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4305FA">
              <w:rPr>
                <w:rFonts w:ascii="Calibri" w:hAnsi="Calibri" w:cs="Calibri"/>
              </w:rPr>
              <w:t>Costurile estimative ale investiţiei?</w:t>
            </w:r>
          </w:p>
          <w:p w14:paraId="0BC6EE7C" w14:textId="77777777" w:rsidR="004305FA" w:rsidRPr="004305FA" w:rsidRDefault="004305FA" w:rsidP="004305FA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4305FA">
              <w:rPr>
                <w:rFonts w:ascii="Calibri" w:hAnsi="Calibri" w:cs="Calibri"/>
              </w:rPr>
              <w:t>Sustenabilitatea realizării investiţiei?</w:t>
            </w:r>
          </w:p>
          <w:p w14:paraId="69B7B05C" w14:textId="77777777" w:rsidR="004305FA" w:rsidRPr="0021575D" w:rsidRDefault="004305FA" w:rsidP="004305FA">
            <w:pPr>
              <w:pStyle w:val="TableParagraph"/>
              <w:numPr>
                <w:ilvl w:val="0"/>
                <w:numId w:val="10"/>
              </w:numPr>
              <w:jc w:val="both"/>
              <w:rPr>
                <w:rFonts w:ascii="Calibri" w:hAnsi="Calibri" w:cs="Calibri"/>
              </w:rPr>
            </w:pPr>
            <w:r w:rsidRPr="004305FA">
              <w:rPr>
                <w:rFonts w:ascii="Calibri" w:hAnsi="Calibri" w:cs="Calibri"/>
              </w:rPr>
              <w:t>Analiza financiară şi economică aferentă realizării lucrărilor de intervenţie?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5A4CB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FE4C0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76DE5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FC35C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A4DB8" w:rsidRPr="0021575D" w14:paraId="174D4BEC" w14:textId="77777777" w:rsidTr="00EF7F20">
        <w:trPr>
          <w:trHeight w:val="22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DA624" w14:textId="77777777" w:rsidR="00DA4DB8" w:rsidRPr="0021575D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B7DEF" w14:textId="77777777" w:rsidR="00DA4DB8" w:rsidRPr="0021575D" w:rsidRDefault="00836583" w:rsidP="0021575D">
            <w:pPr>
              <w:pStyle w:val="TableParagraph"/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informații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privind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Scenariul/Opţiunea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tehnico-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economic(ă)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optim(ă),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recomandat(ă),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precizarilor</w:t>
            </w:r>
            <w:r w:rsidRPr="0021575D">
              <w:rPr>
                <w:rFonts w:ascii="Calibri" w:hAnsi="Calibri" w:cs="Calibri"/>
                <w:spacing w:val="61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capitolul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6,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sectiunea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Piese</w:t>
            </w:r>
            <w:r w:rsidRPr="0021575D">
              <w:rPr>
                <w:rFonts w:ascii="Calibri" w:hAnsi="Calibri" w:cs="Calibri"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scrise,</w:t>
            </w:r>
            <w:r w:rsidRPr="0021575D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5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14:paraId="6D5AFEE8" w14:textId="77777777"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Comparaţia scenariilor/opţiunilor propus(e), din punct de vedere tehnic, economic, financiar, al sustenabilităţii şi riscurilor?</w:t>
            </w:r>
          </w:p>
          <w:p w14:paraId="56F1F640" w14:textId="77777777"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Selectarea şi justificarea scenariului/opţiunii optim(e), recomandat(e)?</w:t>
            </w:r>
          </w:p>
          <w:p w14:paraId="1B80EBB7" w14:textId="77777777"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Principalii indicatori tehnico-economici aferenţi investiţiei?</w:t>
            </w:r>
          </w:p>
          <w:p w14:paraId="3BDF85A0" w14:textId="77777777"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  <w:p w14:paraId="0916232B" w14:textId="77777777" w:rsidR="00836583" w:rsidRPr="0021575D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</w:t>
            </w:r>
            <w:r w:rsidRPr="0021575D">
              <w:rPr>
                <w:rFonts w:ascii="Calibri" w:hAnsi="Calibri" w:cs="Calibri"/>
              </w:rPr>
              <w:lastRenderedPageBreak/>
              <w:t>legal constituite?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FEC82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1006E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A6790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3AC7F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A4DB8" w:rsidRPr="0021575D" w14:paraId="57BF734D" w14:textId="77777777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650AA" w14:textId="77777777" w:rsidR="00DA4DB8" w:rsidRPr="0021575D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13883" w14:textId="77777777" w:rsidR="00836583" w:rsidRPr="0021575D" w:rsidRDefault="00836583" w:rsidP="0021575D">
            <w:pPr>
              <w:pStyle w:val="TableParagraph"/>
              <w:ind w:right="101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</w:rPr>
              <w:t xml:space="preserve">Sunt prezentate informații privind </w:t>
            </w:r>
            <w:r w:rsidRPr="0021575D">
              <w:rPr>
                <w:rFonts w:ascii="Calibri" w:hAnsi="Calibri" w:cs="Calibri"/>
                <w:b/>
              </w:rPr>
              <w:t>Urbanismul, acordurile şi avizele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 xml:space="preserve">conforme, </w:t>
            </w:r>
            <w:r w:rsidRPr="0021575D">
              <w:rPr>
                <w:rFonts w:ascii="Calibri" w:hAnsi="Calibri" w:cs="Calibri"/>
              </w:rPr>
              <w:t xml:space="preserve">conform precizarilor din capitolul 7, sectiunea A </w:t>
            </w:r>
            <w:r w:rsidRPr="0021575D">
              <w:rPr>
                <w:rFonts w:ascii="Calibri" w:hAnsi="Calibri" w:cs="Calibri"/>
                <w:i/>
              </w:rPr>
              <w:t>Piese scrise,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anexei 5 la</w:t>
            </w:r>
            <w:r w:rsidRPr="0021575D">
              <w:rPr>
                <w:rFonts w:ascii="Calibri" w:hAnsi="Calibri" w:cs="Calibri"/>
                <w:spacing w:val="2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</w:t>
            </w:r>
            <w:r w:rsidRPr="0021575D">
              <w:rPr>
                <w:rFonts w:ascii="Calibri" w:hAnsi="Calibri" w:cs="Calibri"/>
                <w:b/>
              </w:rPr>
              <w:t>:</w:t>
            </w:r>
          </w:p>
          <w:p w14:paraId="4E51E09E" w14:textId="77777777"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Certificatul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urbanism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emis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vederea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obţinerii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autorizaţiei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de construire?</w:t>
            </w:r>
          </w:p>
          <w:p w14:paraId="3622DDF3" w14:textId="77777777" w:rsidR="00DA4DB8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Studiu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topografic,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vizat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către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Oficiul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 xml:space="preserve">Cadastru şi 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Publicitate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Imobiliară?</w:t>
            </w:r>
          </w:p>
          <w:p w14:paraId="72A970DE" w14:textId="77777777"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Extras de carte funciară, cu excepţia cazurilor speciale, expres prevăzute de lege?</w:t>
            </w:r>
          </w:p>
          <w:p w14:paraId="695BDA53" w14:textId="77777777"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Avize conforme privind asigurarea utilităţilor, în cazul suplimentării capacităţii existente?</w:t>
            </w:r>
          </w:p>
          <w:p w14:paraId="03D38EBA" w14:textId="77777777"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Pentru proiectele care în conformitate cu etapa de evaluare iniţială efectuată de către autoritatea competentă pentru protecţia mediului vor face obiectul procedurii de evaluare a impactului asupra mediului: Actul administrativ al autorităţii competente pentru protecţia mediului, măsuri de diminuare a impactului, măsuri de compensare, modalitatea de integrare a prevederilor acordului de mediu în documentaţia tehnico- economică?</w:t>
            </w:r>
          </w:p>
          <w:p w14:paraId="6617309D" w14:textId="77777777"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Pentru proiectele care în conformitate cu etapa de evaluare iniţială efectuată de către autoritatea competentă pentru protecţia mediului NU vor face obiectul procedurii de evaluare a impactului asupra mediului: clasarea notificării</w:t>
            </w:r>
          </w:p>
          <w:p w14:paraId="22B0D5F9" w14:textId="77777777" w:rsidR="00836583" w:rsidRPr="0021575D" w:rsidRDefault="00836583" w:rsidP="0021575D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Avize, acorduri şi studii specifice, după caz, care pot condiţiona soluţiile tehnice, precum:</w:t>
            </w:r>
          </w:p>
          <w:p w14:paraId="750D6A40" w14:textId="77777777"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studiu privind posibilitatea utilizării unor sisteme alternative de eficienţă ridicată pentru creşterea performanţei energetice întocmit conform Metodologiei de calcul al performantei energetice a cladirilor, aprobată prin Ordinul ministrului transporturilor, constructiilor si turismului nr. 157/2007 cu modificările și completările ulterioare ?</w:t>
            </w:r>
          </w:p>
          <w:p w14:paraId="1EB20D51" w14:textId="77777777"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studiu de trafic şi studiu de circulaţie, după caz?</w:t>
            </w:r>
          </w:p>
          <w:p w14:paraId="2FB59DD7" w14:textId="77777777"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raport de diagnostic arheologic, în cazul intervenţiilor în</w:t>
            </w:r>
          </w:p>
          <w:p w14:paraId="65750A89" w14:textId="77777777"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situri arheologice?</w:t>
            </w:r>
          </w:p>
          <w:p w14:paraId="562203E8" w14:textId="77777777"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studiu istoric, în cazul monumentelor istorice?</w:t>
            </w:r>
          </w:p>
          <w:p w14:paraId="71FCC8D3" w14:textId="77777777" w:rsidR="00836583" w:rsidRPr="0021575D" w:rsidRDefault="00836583" w:rsidP="0021575D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studii de specialitate necesare în funcţie de specificul investiţiei?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135ED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E6E88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34268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751F2" w14:textId="77777777" w:rsidR="00DA4DB8" w:rsidRPr="0021575D" w:rsidRDefault="00DA4DB8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14:paraId="16B89414" w14:textId="77777777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72843" w14:textId="77777777"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083A2" w14:textId="77777777" w:rsidR="00836583" w:rsidRPr="0021575D" w:rsidRDefault="00836583" w:rsidP="0021575D">
            <w:pPr>
              <w:pStyle w:val="TableParagraph"/>
              <w:ind w:left="107" w:right="100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  <w:b/>
              </w:rPr>
              <w:t>Devizul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General</w:t>
            </w:r>
            <w:r w:rsidRPr="0021575D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este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elaborat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legislației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vigoare: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privind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etapele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elaborare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şi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conţinutul-cadru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al</w:t>
            </w:r>
            <w:r w:rsidRPr="0021575D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documentaţiilor tehnico-economice aferente obiectivelor/proiectelor de</w:t>
            </w:r>
            <w:r w:rsidRPr="0021575D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investiţii</w:t>
            </w:r>
            <w:r w:rsidRPr="0021575D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finanţate</w:t>
            </w:r>
            <w:r w:rsidRPr="0021575D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din</w:t>
            </w:r>
            <w:r w:rsidRPr="0021575D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fonduri</w:t>
            </w:r>
            <w:r w:rsidRPr="0021575D">
              <w:rPr>
                <w:rFonts w:ascii="Calibri" w:hAnsi="Calibri" w:cs="Calibri"/>
                <w:i/>
                <w:spacing w:val="11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publice,</w:t>
            </w:r>
            <w:r w:rsidRPr="0021575D">
              <w:rPr>
                <w:rFonts w:ascii="Calibri" w:hAnsi="Calibri" w:cs="Calibri"/>
                <w:i/>
                <w:spacing w:val="15"/>
              </w:rPr>
              <w:t xml:space="preserve"> </w:t>
            </w:r>
            <w:r w:rsidRPr="0021575D">
              <w:rPr>
                <w:rFonts w:ascii="Calibri" w:hAnsi="Calibri" w:cs="Calibri"/>
              </w:rPr>
              <w:t>sectiunea</w:t>
            </w:r>
            <w:r w:rsidRPr="0021575D">
              <w:rPr>
                <w:rFonts w:ascii="Calibri" w:hAnsi="Calibri" w:cs="Calibri"/>
                <w:spacing w:val="12"/>
              </w:rPr>
              <w:t xml:space="preserve"> </w:t>
            </w:r>
            <w:r w:rsidRPr="0021575D">
              <w:rPr>
                <w:rFonts w:ascii="Calibri" w:hAnsi="Calibri" w:cs="Calibri"/>
              </w:rPr>
              <w:t>a</w:t>
            </w:r>
            <w:r w:rsidRPr="0021575D">
              <w:rPr>
                <w:rFonts w:ascii="Calibri" w:hAnsi="Calibri" w:cs="Calibri"/>
                <w:spacing w:val="15"/>
              </w:rPr>
              <w:t xml:space="preserve"> </w:t>
            </w:r>
            <w:r w:rsidRPr="0021575D">
              <w:rPr>
                <w:rFonts w:ascii="Calibri" w:hAnsi="Calibri" w:cs="Calibri"/>
              </w:rPr>
              <w:t>5-a</w:t>
            </w:r>
            <w:r w:rsidRPr="0021575D">
              <w:rPr>
                <w:rFonts w:ascii="Calibri" w:hAnsi="Calibri" w:cs="Calibri"/>
                <w:spacing w:val="14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Devizul</w:t>
            </w:r>
            <w:r w:rsidRPr="0021575D">
              <w:rPr>
                <w:rFonts w:ascii="Calibri" w:hAnsi="Calibri" w:cs="Calibri"/>
                <w:i/>
                <w:spacing w:val="12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>general</w:t>
            </w:r>
            <w:r w:rsidRPr="0021575D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  <w:i/>
              </w:rPr>
              <w:t xml:space="preserve">si devizul pe obiect, </w:t>
            </w:r>
            <w:r w:rsidRPr="0021575D">
              <w:rPr>
                <w:rFonts w:ascii="Calibri" w:hAnsi="Calibri" w:cs="Calibri"/>
              </w:rPr>
              <w:t>inclusiv conform Metodologiei prezentate in Anexa 6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907/2016:</w:t>
            </w:r>
          </w:p>
          <w:p w14:paraId="1216A9E8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respecta</w:t>
            </w:r>
            <w:r w:rsidRPr="0021575D">
              <w:rPr>
                <w:rFonts w:ascii="Calibri" w:hAnsi="Calibri" w:cs="Calibri"/>
                <w:spacing w:val="4"/>
              </w:rPr>
              <w:t xml:space="preserve"> </w:t>
            </w:r>
            <w:r w:rsidRPr="0021575D">
              <w:rPr>
                <w:rFonts w:ascii="Calibri" w:hAnsi="Calibri" w:cs="Calibri"/>
              </w:rPr>
              <w:t>modelul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</w:t>
            </w:r>
            <w:r w:rsidRPr="0021575D">
              <w:rPr>
                <w:rFonts w:ascii="Calibri" w:hAnsi="Calibri" w:cs="Calibri"/>
                <w:spacing w:val="64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anexa</w:t>
            </w:r>
            <w:r w:rsidRPr="0021575D">
              <w:rPr>
                <w:rFonts w:ascii="Calibri" w:hAnsi="Calibri" w:cs="Calibri"/>
                <w:spacing w:val="63"/>
              </w:rPr>
              <w:t xml:space="preserve"> </w:t>
            </w:r>
            <w:r w:rsidRPr="0021575D">
              <w:rPr>
                <w:rFonts w:ascii="Calibri" w:hAnsi="Calibri" w:cs="Calibri"/>
              </w:rPr>
              <w:t>7</w:t>
            </w:r>
            <w:r w:rsidRPr="0021575D">
              <w:rPr>
                <w:rFonts w:ascii="Calibri" w:hAnsi="Calibri" w:cs="Calibri"/>
                <w:spacing w:val="66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</w:p>
          <w:p w14:paraId="0A80EAC6" w14:textId="77777777" w:rsidR="00EF7F20" w:rsidRDefault="00836583" w:rsidP="00EF7F20">
            <w:pPr>
              <w:pStyle w:val="TableParagraph"/>
              <w:ind w:left="468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907/2016</w:t>
            </w:r>
            <w:r w:rsidR="00EF7F20">
              <w:rPr>
                <w:rFonts w:ascii="Calibri" w:hAnsi="Calibri" w:cs="Calibri"/>
              </w:rPr>
              <w:t>?</w:t>
            </w:r>
          </w:p>
          <w:p w14:paraId="0EBB57F8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conține</w:t>
            </w:r>
            <w:r w:rsidRPr="0021575D">
              <w:rPr>
                <w:rFonts w:ascii="Calibri" w:hAnsi="Calibri" w:cs="Calibri"/>
                <w:spacing w:val="29"/>
              </w:rPr>
              <w:t xml:space="preserve"> </w:t>
            </w:r>
            <w:r w:rsidRPr="0021575D">
              <w:rPr>
                <w:rFonts w:ascii="Calibri" w:hAnsi="Calibri" w:cs="Calibri"/>
              </w:rPr>
              <w:t>costuri</w:t>
            </w:r>
            <w:r w:rsidRPr="0021575D">
              <w:rPr>
                <w:rFonts w:ascii="Calibri" w:hAnsi="Calibri" w:cs="Calibri"/>
                <w:spacing w:val="32"/>
              </w:rPr>
              <w:t xml:space="preserve"> </w:t>
            </w:r>
            <w:r w:rsidRPr="0021575D">
              <w:rPr>
                <w:rFonts w:ascii="Calibri" w:hAnsi="Calibri" w:cs="Calibri"/>
              </w:rPr>
              <w:t>aferente</w:t>
            </w:r>
            <w:r w:rsidRPr="0021575D">
              <w:rPr>
                <w:rFonts w:ascii="Calibri" w:hAnsi="Calibri" w:cs="Calibri"/>
                <w:spacing w:val="31"/>
              </w:rPr>
              <w:t xml:space="preserve"> </w:t>
            </w:r>
            <w:r w:rsidRPr="0021575D">
              <w:rPr>
                <w:rFonts w:ascii="Calibri" w:hAnsi="Calibri" w:cs="Calibri"/>
              </w:rPr>
              <w:t>tuturor</w:t>
            </w:r>
            <w:r w:rsidRPr="0021575D">
              <w:rPr>
                <w:rFonts w:ascii="Calibri" w:hAnsi="Calibri" w:cs="Calibri"/>
                <w:spacing w:val="31"/>
              </w:rPr>
              <w:t xml:space="preserve"> </w:t>
            </w:r>
            <w:r w:rsidRPr="0021575D">
              <w:rPr>
                <w:rFonts w:ascii="Calibri" w:hAnsi="Calibri" w:cs="Calibri"/>
              </w:rPr>
              <w:t>intervențiilor</w:t>
            </w:r>
            <w:r w:rsidRPr="0021575D">
              <w:rPr>
                <w:rFonts w:ascii="Calibri" w:hAnsi="Calibri" w:cs="Calibri"/>
                <w:spacing w:val="30"/>
              </w:rPr>
              <w:t xml:space="preserve"> </w:t>
            </w:r>
            <w:r w:rsidRPr="0021575D">
              <w:rPr>
                <w:rFonts w:ascii="Calibri" w:hAnsi="Calibri" w:cs="Calibri"/>
              </w:rPr>
              <w:t>cuprinse</w:t>
            </w:r>
            <w:r w:rsidR="00EF7F20">
              <w:rPr>
                <w:rFonts w:ascii="Calibri" w:hAnsi="Calibri" w:cs="Calibri"/>
              </w:rPr>
              <w:t xml:space="preserve"> </w:t>
            </w:r>
            <w:r w:rsidRPr="0021575D">
              <w:rPr>
                <w:rFonts w:ascii="Calibri" w:hAnsi="Calibri" w:cs="Calibri"/>
                <w:spacing w:val="-57"/>
              </w:rPr>
              <w:t xml:space="preserve"> </w:t>
            </w:r>
            <w:r w:rsidR="00EF7F20">
              <w:rPr>
                <w:rFonts w:ascii="Calibri" w:hAnsi="Calibri" w:cs="Calibri"/>
                <w:spacing w:val="-57"/>
              </w:rPr>
              <w:t xml:space="preserve"> 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DALI?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A74C0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DB14F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7E916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5AC1C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14:paraId="63525BC2" w14:textId="77777777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577F1" w14:textId="77777777"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726A0" w14:textId="77777777" w:rsidR="00836583" w:rsidRPr="0021575D" w:rsidRDefault="00836583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  <w:b/>
              </w:rPr>
              <w:t>Devizele</w:t>
            </w:r>
            <w:r w:rsidRPr="0021575D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pe</w:t>
            </w:r>
            <w:r w:rsidRPr="0021575D">
              <w:rPr>
                <w:rFonts w:ascii="Calibri" w:hAnsi="Calibri" w:cs="Calibri"/>
                <w:b/>
                <w:spacing w:val="67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Obiect</w:t>
            </w:r>
            <w:r w:rsidRPr="0021575D">
              <w:rPr>
                <w:rFonts w:ascii="Calibri" w:hAnsi="Calibri" w:cs="Calibri"/>
                <w:b/>
                <w:spacing w:val="71"/>
              </w:rPr>
              <w:t xml:space="preserve"> </w:t>
            </w: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68"/>
              </w:rPr>
              <w:t xml:space="preserve"> </w:t>
            </w:r>
            <w:r w:rsidRPr="0021575D">
              <w:rPr>
                <w:rFonts w:ascii="Calibri" w:hAnsi="Calibri" w:cs="Calibri"/>
              </w:rPr>
              <w:t>întocmite</w:t>
            </w:r>
            <w:r w:rsidRPr="0021575D">
              <w:rPr>
                <w:rFonts w:ascii="Calibri" w:hAnsi="Calibri" w:cs="Calibri"/>
                <w:spacing w:val="67"/>
              </w:rPr>
              <w:t xml:space="preserve"> </w:t>
            </w:r>
            <w:r w:rsidRPr="0021575D">
              <w:rPr>
                <w:rFonts w:ascii="Calibri" w:hAnsi="Calibri" w:cs="Calibri"/>
              </w:rPr>
              <w:t>pe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</w:rPr>
              <w:t>modelul</w:t>
            </w:r>
            <w:r w:rsidRPr="0021575D">
              <w:rPr>
                <w:rFonts w:ascii="Calibri" w:hAnsi="Calibri" w:cs="Calibri"/>
                <w:spacing w:val="66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65"/>
              </w:rPr>
              <w:t xml:space="preserve"> </w:t>
            </w:r>
            <w:r w:rsidRPr="0021575D">
              <w:rPr>
                <w:rFonts w:ascii="Calibri" w:hAnsi="Calibri" w:cs="Calibri"/>
              </w:rPr>
              <w:t>anexa</w:t>
            </w:r>
            <w:r w:rsidRPr="0021575D">
              <w:rPr>
                <w:rFonts w:ascii="Calibri" w:hAnsi="Calibri" w:cs="Calibri"/>
                <w:spacing w:val="67"/>
              </w:rPr>
              <w:t xml:space="preserve"> </w:t>
            </w:r>
            <w:r w:rsidRPr="0021575D">
              <w:rPr>
                <w:rFonts w:ascii="Calibri" w:hAnsi="Calibri" w:cs="Calibri"/>
              </w:rPr>
              <w:t>8</w:t>
            </w:r>
            <w:r w:rsidRPr="0021575D">
              <w:rPr>
                <w:rFonts w:ascii="Calibri" w:hAnsi="Calibri" w:cs="Calibri"/>
                <w:spacing w:val="66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69"/>
              </w:rPr>
              <w:t xml:space="preserve"> </w:t>
            </w:r>
            <w:r w:rsidRPr="0021575D">
              <w:rPr>
                <w:rFonts w:ascii="Calibri" w:hAnsi="Calibri" w:cs="Calibri"/>
              </w:rPr>
              <w:t>HG</w:t>
            </w:r>
          </w:p>
          <w:p w14:paraId="4381AC4E" w14:textId="77777777" w:rsidR="00836583" w:rsidRPr="0021575D" w:rsidRDefault="00836583" w:rsidP="0021575D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C008E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E27B9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69968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80345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14:paraId="331AAC36" w14:textId="77777777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71EAE" w14:textId="77777777"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0E70E" w14:textId="77777777"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Există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  <w:b/>
              </w:rPr>
              <w:t>piesele desenate</w:t>
            </w:r>
            <w:r w:rsidRPr="0021575D">
              <w:rPr>
                <w:rFonts w:ascii="Calibri" w:hAnsi="Calibri" w:cs="Calibri"/>
              </w:rPr>
              <w:t>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prezentate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la scara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relevanta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 raport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caracteristicile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obiectivului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investitii,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pentru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toate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obiectele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investiți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si pentru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toate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CE8DE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E4BE3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228FD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B76D5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14:paraId="1E6F56BD" w14:textId="77777777" w:rsidTr="0021575D">
        <w:trPr>
          <w:trHeight w:val="55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D5D80" w14:textId="77777777"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8AEB9" w14:textId="77777777"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Există planşe referitoare la constructia existentă:</w:t>
            </w:r>
          </w:p>
          <w:p w14:paraId="5823C406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 de amplasare în zonă?</w:t>
            </w:r>
          </w:p>
          <w:p w14:paraId="6F240BB2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 de situaţie?</w:t>
            </w:r>
          </w:p>
          <w:p w14:paraId="54E18C9F" w14:textId="77777777" w:rsidR="00836583" w:rsidRPr="0021575D" w:rsidRDefault="00EF7F20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</w:t>
            </w:r>
            <w:r w:rsidR="00836583" w:rsidRPr="0021575D">
              <w:rPr>
                <w:rFonts w:ascii="Calibri" w:hAnsi="Calibri" w:cs="Calibri"/>
              </w:rPr>
              <w:t>eleveu de arhitectură şi, după caz, structura şi instalaţii - planuri, secţiuni, faţade, cotate?</w:t>
            </w:r>
          </w:p>
          <w:p w14:paraId="6BDC8B66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CA784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33650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78038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EA010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14:paraId="598C0954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4ABB" w14:textId="77777777"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2B901" w14:textId="77777777"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Există planşe referitoare la scenariul/opţiunea tehnico-economic(ă) optim(ă), recomandat(ă):</w:t>
            </w:r>
          </w:p>
          <w:p w14:paraId="134049BC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 de amplasare în zonă?</w:t>
            </w:r>
          </w:p>
          <w:p w14:paraId="24597A21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 de situaţie?</w:t>
            </w:r>
          </w:p>
          <w:p w14:paraId="17AF0CBF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  <w:p w14:paraId="3188BD2D" w14:textId="77777777" w:rsidR="00836583" w:rsidRPr="0021575D" w:rsidRDefault="00836583" w:rsidP="00EF7F20">
            <w:pPr>
              <w:pStyle w:val="TableParagraph"/>
              <w:numPr>
                <w:ilvl w:val="0"/>
                <w:numId w:val="19"/>
              </w:numPr>
              <w:ind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planuri</w:t>
            </w:r>
            <w:r w:rsidRPr="0021575D">
              <w:rPr>
                <w:rFonts w:ascii="Calibri" w:hAnsi="Calibri" w:cs="Calibri"/>
              </w:rPr>
              <w:tab/>
              <w:t>generale,</w:t>
            </w:r>
            <w:r w:rsidRPr="0021575D">
              <w:rPr>
                <w:rFonts w:ascii="Calibri" w:hAnsi="Calibri" w:cs="Calibri"/>
              </w:rPr>
              <w:tab/>
              <w:t>profile</w:t>
            </w:r>
            <w:r w:rsidRPr="0021575D">
              <w:rPr>
                <w:rFonts w:ascii="Calibri" w:hAnsi="Calibri" w:cs="Calibri"/>
              </w:rPr>
              <w:tab/>
              <w:t>longitudinale</w:t>
            </w:r>
            <w:r w:rsidRPr="0021575D">
              <w:rPr>
                <w:rFonts w:ascii="Calibri" w:hAnsi="Calibri" w:cs="Calibri"/>
              </w:rPr>
              <w:tab/>
              <w:t>şi transversale</w:t>
            </w:r>
          </w:p>
          <w:p w14:paraId="65CE2D41" w14:textId="77777777"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caracteristice, cotate, planuri specifice,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B0283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C24A6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6AB9B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20EBC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14:paraId="10834C31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EBCD8" w14:textId="77777777"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FA8CD" w14:textId="77777777" w:rsidR="00836583" w:rsidRPr="0021575D" w:rsidRDefault="0083658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Fiecare</w:t>
            </w:r>
            <w:r w:rsidRPr="0021575D">
              <w:rPr>
                <w:rFonts w:ascii="Calibri" w:hAnsi="Calibri" w:cs="Calibri"/>
                <w:spacing w:val="15"/>
              </w:rPr>
              <w:t xml:space="preserve"> </w:t>
            </w:r>
            <w:r w:rsidRPr="0021575D">
              <w:rPr>
                <w:rFonts w:ascii="Calibri" w:hAnsi="Calibri" w:cs="Calibri"/>
              </w:rPr>
              <w:t>planşă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din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cadrul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pieselor</w:t>
            </w:r>
            <w:r w:rsidRPr="0021575D">
              <w:rPr>
                <w:rFonts w:ascii="Calibri" w:hAnsi="Calibri" w:cs="Calibri"/>
                <w:spacing w:val="16"/>
              </w:rPr>
              <w:t xml:space="preserve"> </w:t>
            </w:r>
            <w:r w:rsidRPr="0021575D">
              <w:rPr>
                <w:rFonts w:ascii="Calibri" w:hAnsi="Calibri" w:cs="Calibri"/>
              </w:rPr>
              <w:t>desenate</w:t>
            </w:r>
            <w:r w:rsidRPr="0021575D">
              <w:rPr>
                <w:rFonts w:ascii="Calibri" w:hAnsi="Calibri" w:cs="Calibri"/>
                <w:spacing w:val="18"/>
              </w:rPr>
              <w:t xml:space="preserve"> </w:t>
            </w:r>
            <w:r w:rsidRPr="0021575D">
              <w:rPr>
                <w:rFonts w:ascii="Calibri" w:hAnsi="Calibri" w:cs="Calibri"/>
              </w:rPr>
              <w:t>este</w:t>
            </w:r>
            <w:r w:rsidRPr="0021575D">
              <w:rPr>
                <w:rFonts w:ascii="Calibri" w:hAnsi="Calibri" w:cs="Calibri"/>
                <w:spacing w:val="18"/>
              </w:rPr>
              <w:t xml:space="preserve"> </w:t>
            </w:r>
            <w:r w:rsidRPr="0021575D">
              <w:rPr>
                <w:rFonts w:ascii="Calibri" w:hAnsi="Calibri" w:cs="Calibri"/>
              </w:rPr>
              <w:t>numerotata/codificata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si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prezintă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un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cartuş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contine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informatiile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solicitate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B7D8B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BF264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EEFAD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D7161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836583" w:rsidRPr="0021575D" w14:paraId="3FA698A2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E9EE3" w14:textId="77777777" w:rsidR="00836583" w:rsidRPr="0021575D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22EF4" w14:textId="77777777" w:rsidR="00836583" w:rsidRPr="0021575D" w:rsidRDefault="00836583" w:rsidP="0021575D">
            <w:pPr>
              <w:pStyle w:val="TableParagraph"/>
              <w:ind w:left="107" w:right="108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cazul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plansele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au fost anexate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cererea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60"/>
              </w:rPr>
              <w:t xml:space="preserve"> </w:t>
            </w:r>
            <w:r w:rsidRPr="0021575D">
              <w:rPr>
                <w:rFonts w:ascii="Calibri" w:hAnsi="Calibri" w:cs="Calibri"/>
              </w:rPr>
              <w:t>finantare în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format</w:t>
            </w:r>
            <w:r w:rsidRPr="0021575D">
              <w:rPr>
                <w:rFonts w:ascii="Calibri" w:hAnsi="Calibri" w:cs="Calibri"/>
                <w:spacing w:val="36"/>
              </w:rPr>
              <w:t xml:space="preserve"> </w:t>
            </w:r>
            <w:r w:rsidRPr="0021575D">
              <w:rPr>
                <w:rFonts w:ascii="Calibri" w:hAnsi="Calibri" w:cs="Calibri"/>
              </w:rPr>
              <w:t>scanat,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dupa</w:t>
            </w:r>
            <w:r w:rsidRPr="0021575D">
              <w:rPr>
                <w:rFonts w:ascii="Calibri" w:hAnsi="Calibri" w:cs="Calibri"/>
                <w:spacing w:val="37"/>
              </w:rPr>
              <w:t xml:space="preserve"> </w:t>
            </w:r>
            <w:r w:rsidRPr="0021575D">
              <w:rPr>
                <w:rFonts w:ascii="Calibri" w:hAnsi="Calibri" w:cs="Calibri"/>
              </w:rPr>
              <w:t>ce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au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fost</w:t>
            </w:r>
            <w:r w:rsidRPr="0021575D">
              <w:rPr>
                <w:rFonts w:ascii="Calibri" w:hAnsi="Calibri" w:cs="Calibri"/>
                <w:spacing w:val="37"/>
              </w:rPr>
              <w:t xml:space="preserve"> </w:t>
            </w:r>
            <w:r w:rsidRPr="0021575D">
              <w:rPr>
                <w:rFonts w:ascii="Calibri" w:hAnsi="Calibri" w:cs="Calibri"/>
              </w:rPr>
              <w:t>semnate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și</w:t>
            </w:r>
            <w:r w:rsidRPr="0021575D">
              <w:rPr>
                <w:rFonts w:ascii="Calibri" w:hAnsi="Calibri" w:cs="Calibri"/>
                <w:spacing w:val="37"/>
              </w:rPr>
              <w:t xml:space="preserve"> </w:t>
            </w:r>
            <w:r w:rsidRPr="0021575D">
              <w:rPr>
                <w:rFonts w:ascii="Calibri" w:hAnsi="Calibri" w:cs="Calibri"/>
              </w:rPr>
              <w:t>ștampilate</w:t>
            </w:r>
            <w:r w:rsidRPr="0021575D">
              <w:rPr>
                <w:rFonts w:ascii="Calibri" w:hAnsi="Calibri" w:cs="Calibri"/>
                <w:spacing w:val="35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37"/>
              </w:rPr>
              <w:t xml:space="preserve"> </w:t>
            </w:r>
            <w:r w:rsidRPr="0021575D">
              <w:rPr>
                <w:rFonts w:ascii="Calibri" w:hAnsi="Calibri" w:cs="Calibri"/>
              </w:rPr>
              <w:t>elaboratori: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este prezentă semnatura si stampila tuturor persoanelor nominalizate in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cartus,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în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conformitate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2"/>
              </w:rPr>
              <w:t xml:space="preserve"> </w:t>
            </w:r>
            <w:r w:rsidRPr="0021575D">
              <w:rPr>
                <w:rFonts w:ascii="Calibri" w:hAnsi="Calibri" w:cs="Calibri"/>
              </w:rPr>
              <w:t>prevederile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legale,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inclusiv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de:</w:t>
            </w:r>
          </w:p>
          <w:p w14:paraId="7CFFFADD" w14:textId="77777777"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proiectantul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general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/</w:t>
            </w:r>
            <w:r w:rsidRPr="0021575D">
              <w:rPr>
                <w:rFonts w:ascii="Calibri" w:hAnsi="Calibri" w:cs="Calibri"/>
                <w:spacing w:val="54"/>
              </w:rPr>
              <w:t xml:space="preserve"> </w:t>
            </w:r>
            <w:r w:rsidRPr="0021575D">
              <w:rPr>
                <w:rFonts w:ascii="Calibri" w:hAnsi="Calibri" w:cs="Calibri"/>
              </w:rPr>
              <w:t>şeful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proiect</w:t>
            </w:r>
            <w:r w:rsidRPr="0021575D">
              <w:rPr>
                <w:rFonts w:ascii="Calibri" w:hAnsi="Calibri" w:cs="Calibri"/>
                <w:spacing w:val="3"/>
              </w:rPr>
              <w:t xml:space="preserve"> </w:t>
            </w:r>
            <w:r w:rsidRPr="0021575D">
              <w:rPr>
                <w:rFonts w:ascii="Calibri" w:hAnsi="Calibri" w:cs="Calibri"/>
              </w:rPr>
              <w:t>?</w:t>
            </w:r>
          </w:p>
          <w:p w14:paraId="0347E148" w14:textId="77777777"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04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arhitect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drept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semnatura,</w:t>
            </w:r>
            <w:r w:rsidRPr="0021575D">
              <w:rPr>
                <w:rFonts w:ascii="Calibri" w:hAnsi="Calibri" w:cs="Calibri"/>
                <w:spacing w:val="16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17"/>
              </w:rPr>
              <w:t xml:space="preserve"> </w:t>
            </w:r>
            <w:r w:rsidRPr="0021575D">
              <w:rPr>
                <w:rFonts w:ascii="Calibri" w:hAnsi="Calibri" w:cs="Calibri"/>
              </w:rPr>
              <w:t>ștampila</w:t>
            </w:r>
            <w:r w:rsidRPr="0021575D">
              <w:rPr>
                <w:rFonts w:ascii="Calibri" w:hAnsi="Calibri" w:cs="Calibri"/>
                <w:spacing w:val="18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19"/>
              </w:rPr>
              <w:t xml:space="preserve"> </w:t>
            </w:r>
            <w:r w:rsidRPr="0021575D">
              <w:rPr>
                <w:rFonts w:ascii="Calibri" w:hAnsi="Calibri" w:cs="Calibri"/>
              </w:rPr>
              <w:t>numar</w:t>
            </w:r>
            <w:r w:rsidRPr="0021575D">
              <w:rPr>
                <w:rFonts w:ascii="Calibri" w:hAnsi="Calibri" w:cs="Calibri"/>
                <w:spacing w:val="19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inregistrare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in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tabloul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national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TNA,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conform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reglementări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OAR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?</w:t>
            </w:r>
          </w:p>
          <w:p w14:paraId="779A3755" w14:textId="77777777"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proiectantii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9"/>
              </w:rPr>
              <w:t xml:space="preserve"> </w:t>
            </w:r>
            <w:r w:rsidRPr="0021575D">
              <w:rPr>
                <w:rFonts w:ascii="Calibri" w:hAnsi="Calibri" w:cs="Calibri"/>
              </w:rPr>
              <w:t>specialitate?</w:t>
            </w:r>
          </w:p>
          <w:p w14:paraId="7249B037" w14:textId="77777777"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expertul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tehnic,</w:t>
            </w:r>
            <w:r w:rsidRPr="0021575D">
              <w:rPr>
                <w:rFonts w:ascii="Calibri" w:hAnsi="Calibri" w:cs="Calibri"/>
                <w:spacing w:val="-5"/>
              </w:rPr>
              <w:t xml:space="preserve"> </w:t>
            </w:r>
            <w:r w:rsidRPr="0021575D">
              <w:rPr>
                <w:rFonts w:ascii="Calibri" w:hAnsi="Calibri" w:cs="Calibri"/>
              </w:rPr>
              <w:t>unde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este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cazul?</w:t>
            </w:r>
          </w:p>
          <w:p w14:paraId="0FFA13F6" w14:textId="77777777" w:rsidR="00836583" w:rsidRPr="0021575D" w:rsidRDefault="00836583" w:rsidP="0021575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Șeful de proiect complex, expert/specialist, in </w:t>
            </w:r>
            <w:r w:rsidRPr="0021575D">
              <w:rPr>
                <w:rFonts w:ascii="Calibri" w:hAnsi="Calibri" w:cs="Calibri"/>
                <w:spacing w:val="-1"/>
              </w:rPr>
              <w:t>cazul</w:t>
            </w:r>
            <w:r w:rsidRPr="0021575D">
              <w:rPr>
                <w:rFonts w:ascii="Calibri" w:hAnsi="Calibri" w:cs="Calibri"/>
                <w:spacing w:val="-58"/>
              </w:rPr>
              <w:t xml:space="preserve">      m</w:t>
            </w:r>
            <w:r w:rsidRPr="0021575D">
              <w:rPr>
                <w:rFonts w:ascii="Calibri" w:hAnsi="Calibri" w:cs="Calibri"/>
              </w:rPr>
              <w:t>onumentelor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C8017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A9CEA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29D71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EC920" w14:textId="77777777" w:rsidR="00836583" w:rsidRPr="0021575D" w:rsidRDefault="0083658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ACF" w:rsidRPr="0021575D" w14:paraId="09C4F5D7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A47AE" w14:textId="77777777" w:rsidR="00AD7ACF" w:rsidRPr="0021575D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CCD54" w14:textId="77777777" w:rsidR="00AD7ACF" w:rsidRPr="0021575D" w:rsidRDefault="00AD7ACF" w:rsidP="0021575D">
            <w:pPr>
              <w:pStyle w:val="TableParagraph"/>
              <w:ind w:left="107" w:right="108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Sunt</w:t>
            </w:r>
            <w:r w:rsidRPr="0021575D">
              <w:rPr>
                <w:rFonts w:ascii="Calibri" w:hAnsi="Calibri" w:cs="Calibri"/>
                <w:spacing w:val="41"/>
              </w:rPr>
              <w:t xml:space="preserve"> </w:t>
            </w:r>
            <w:r w:rsidRPr="0021575D">
              <w:rPr>
                <w:rFonts w:ascii="Calibri" w:hAnsi="Calibri" w:cs="Calibri"/>
              </w:rPr>
              <w:t>obținute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avizele</w:t>
            </w:r>
            <w:r w:rsidRPr="0021575D">
              <w:rPr>
                <w:rFonts w:ascii="Calibri" w:hAnsi="Calibri" w:cs="Calibri"/>
                <w:spacing w:val="43"/>
              </w:rPr>
              <w:t xml:space="preserve"> </w:t>
            </w:r>
            <w:r w:rsidRPr="0021575D">
              <w:rPr>
                <w:rFonts w:ascii="Calibri" w:hAnsi="Calibri" w:cs="Calibri"/>
              </w:rPr>
              <w:t>pentru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devierile</w:t>
            </w:r>
            <w:r w:rsidRPr="0021575D">
              <w:rPr>
                <w:rFonts w:ascii="Calibri" w:hAnsi="Calibri" w:cs="Calibri"/>
                <w:spacing w:val="43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rețele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necesare</w:t>
            </w:r>
            <w:r w:rsidRPr="0021575D">
              <w:rPr>
                <w:rFonts w:ascii="Calibri" w:hAnsi="Calibri" w:cs="Calibri"/>
                <w:spacing w:val="40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42"/>
              </w:rPr>
              <w:t xml:space="preserve"> </w:t>
            </w:r>
            <w:r w:rsidRPr="0021575D">
              <w:rPr>
                <w:rFonts w:ascii="Calibri" w:hAnsi="Calibri" w:cs="Calibri"/>
              </w:rPr>
              <w:t>la</w:t>
            </w:r>
            <w:r w:rsidRPr="0021575D">
              <w:rPr>
                <w:rFonts w:ascii="Calibri" w:hAnsi="Calibri" w:cs="Calibri"/>
                <w:spacing w:val="-58"/>
              </w:rPr>
              <w:t xml:space="preserve"> </w:t>
            </w:r>
            <w:r w:rsidRPr="0021575D">
              <w:rPr>
                <w:rFonts w:ascii="Calibri" w:hAnsi="Calibri" w:cs="Calibri"/>
              </w:rPr>
              <w:t>proprietarii/operatorii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lor,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dacă este 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DF7BE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600E7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D5F54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F094F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ACF" w:rsidRPr="0021575D" w14:paraId="7A1C9B6A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80049" w14:textId="77777777" w:rsidR="00AD7ACF" w:rsidRPr="0021575D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FDFCB" w14:textId="77777777" w:rsidR="00AD7ACF" w:rsidRPr="0021575D" w:rsidRDefault="00AD7ACF" w:rsidP="0021575D">
            <w:pPr>
              <w:pStyle w:val="TableParagraph"/>
              <w:ind w:left="107" w:right="108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Exista semnătura si stampila (sau varianta electronica a acestora conform prevederi legale) a expertului tehnic atestat MLPAT care a realizat  expertiza pe documentele (scrise si desenate) ale specialității de rezistenta? Acestea pot fi asimilate cu planșele cu soluția existenta  si soluția  propusa, daca exista, parte a expertizei tehnice. Cerință 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9181B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EA7D6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9A964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42358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ACF" w:rsidRPr="0021575D" w14:paraId="452411AA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33768" w14:textId="77777777" w:rsidR="00AD7ACF" w:rsidRPr="0021575D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5B09" w14:textId="77777777" w:rsidR="00AD7ACF" w:rsidRPr="0021575D" w:rsidRDefault="00AD7ACF" w:rsidP="0021575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Exista semnătura si stampila (sau varianta electronica a acestora conform prevederi legale) a verificatorilor de proiecte atestați MLPAT pe documentele (scrise si desenate) ale DALI si referatele de verificare?  Cerință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E4255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39D75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C5E89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356C2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ACF" w:rsidRPr="0021575D" w14:paraId="59516959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681A6" w14:textId="77777777" w:rsidR="00AD7ACF" w:rsidRPr="0021575D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87D72" w14:textId="77777777" w:rsidR="00AD7ACF" w:rsidRPr="0021575D" w:rsidRDefault="00AD7ACF" w:rsidP="007D3EF9">
            <w:pPr>
              <w:pStyle w:val="TableParagraph"/>
              <w:ind w:right="10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 xml:space="preserve">Există o descriere a lucrarilor de </w:t>
            </w:r>
            <w:r w:rsidRPr="0021575D">
              <w:rPr>
                <w:rFonts w:ascii="Calibri" w:hAnsi="Calibri" w:cs="Calibri"/>
                <w:b/>
              </w:rPr>
              <w:t xml:space="preserve">organizare de şantier </w:t>
            </w:r>
            <w:r w:rsidRPr="0021575D">
              <w:rPr>
                <w:rFonts w:ascii="Calibri" w:hAnsi="Calibri" w:cs="Calibri"/>
              </w:rPr>
              <w:t>(descriere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sumară, demolări, devieri de rețele, căi de acces provizorii, alimentare</w:t>
            </w:r>
            <w:r w:rsidRPr="0021575D">
              <w:rPr>
                <w:rFonts w:ascii="Calibri" w:hAnsi="Calibri" w:cs="Calibri"/>
                <w:spacing w:val="1"/>
              </w:rPr>
              <w:t xml:space="preserve"> </w:t>
            </w:r>
            <w:r w:rsidRPr="0021575D">
              <w:rPr>
                <w:rFonts w:ascii="Calibri" w:hAnsi="Calibri" w:cs="Calibri"/>
              </w:rPr>
              <w:t>cu</w:t>
            </w:r>
            <w:r w:rsidRPr="0021575D">
              <w:rPr>
                <w:rFonts w:ascii="Calibri" w:hAnsi="Calibri" w:cs="Calibri"/>
                <w:spacing w:val="-4"/>
              </w:rPr>
              <w:t xml:space="preserve"> </w:t>
            </w:r>
            <w:r w:rsidRPr="0021575D">
              <w:rPr>
                <w:rFonts w:ascii="Calibri" w:hAnsi="Calibri" w:cs="Calibri"/>
              </w:rPr>
              <w:t>apă,</w:t>
            </w:r>
            <w:r w:rsidRPr="0021575D">
              <w:rPr>
                <w:rFonts w:ascii="Calibri" w:hAnsi="Calibri" w:cs="Calibri"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</w:rPr>
              <w:t>energie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electrică,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termică,</w:t>
            </w:r>
            <w:r w:rsidRPr="0021575D">
              <w:rPr>
                <w:rFonts w:ascii="Calibri" w:hAnsi="Calibri" w:cs="Calibri"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</w:rPr>
              <w:t>telecomunicații,</w:t>
            </w:r>
            <w:r w:rsidRPr="0021575D">
              <w:rPr>
                <w:rFonts w:ascii="Calibri" w:hAnsi="Calibri" w:cs="Calibri"/>
                <w:spacing w:val="-1"/>
              </w:rPr>
              <w:t xml:space="preserve"> </w:t>
            </w:r>
            <w:r w:rsidRPr="0021575D">
              <w:rPr>
                <w:rFonts w:ascii="Calibri" w:hAnsi="Calibri" w:cs="Calibri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14478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CA96E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CA1C6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70757" w14:textId="77777777" w:rsidR="00AD7ACF" w:rsidRPr="0021575D" w:rsidRDefault="00AD7AC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B8332B" w:rsidRPr="0021575D" w14:paraId="088D5775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365E2" w14:textId="77777777" w:rsidR="00B8332B" w:rsidRPr="0021575D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84DD0" w14:textId="77777777" w:rsidR="00B8332B" w:rsidRPr="0021575D" w:rsidRDefault="00B8332B" w:rsidP="0021575D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  <w:p w14:paraId="32BE260A" w14:textId="77777777" w:rsidR="00B8332B" w:rsidRPr="0021575D" w:rsidRDefault="00B8332B" w:rsidP="0021575D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etapa: I. Atenuarea (neutralitatea climatica);</w:t>
            </w:r>
            <w:r w:rsidR="00EF7F2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(a)  </w:t>
            </w: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Faza 1. Examinare/Încadrarea</w:t>
            </w: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sunt prezentate:</w:t>
            </w:r>
          </w:p>
          <w:p w14:paraId="43C622AD" w14:textId="77777777" w:rsidR="00B8332B" w:rsidRPr="0021575D" w:rsidRDefault="00B8332B" w:rsidP="0021575D">
            <w:pPr>
              <w:pStyle w:val="TableParagraph"/>
              <w:ind w:right="101"/>
              <w:jc w:val="both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Se prezintă evaluarea impactului proiectului asupra emisiilor de GES. Dacă p</w:t>
            </w:r>
            <w:r w:rsidRPr="0021575D">
              <w:rPr>
                <w:rFonts w:ascii="Calibri" w:hAnsi="Calibri" w:cs="Calibri"/>
                <w:b/>
                <w:u w:val="single"/>
              </w:rPr>
              <w:t xml:space="preserve">roiectul nu necesită o evaluare </w:t>
            </w:r>
            <w:r w:rsidRPr="0021575D">
              <w:rPr>
                <w:rFonts w:ascii="Calibri" w:hAnsi="Calibri" w:cs="Calibri"/>
                <w:b/>
              </w:rPr>
              <w:t>a amprentei de carbon, este  prezinta analiza aferentă în mod succint într-o declarație privind examinarea neutralității climatice.</w:t>
            </w:r>
          </w:p>
          <w:p w14:paraId="232D26E8" w14:textId="77777777" w:rsidR="00502151" w:rsidRPr="0021575D" w:rsidRDefault="00502151" w:rsidP="0021575D">
            <w:pPr>
              <w:pStyle w:val="TableParagraph"/>
              <w:ind w:right="101"/>
              <w:jc w:val="both"/>
              <w:rPr>
                <w:rFonts w:ascii="Calibri" w:hAnsi="Calibri" w:cs="Calibri"/>
                <w:b/>
              </w:rPr>
            </w:pPr>
          </w:p>
          <w:p w14:paraId="163A66E1" w14:textId="77777777" w:rsidR="00B8332B" w:rsidRPr="0021575D" w:rsidRDefault="00B8332B" w:rsidP="0021575D">
            <w:pPr>
              <w:suppressAutoHyphens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 I. Atenuarea (neutralitatea climatica)</w:t>
            </w: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; (b) </w:t>
            </w: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Faza 2. Analiza detaliată</w:t>
            </w:r>
            <w:r w:rsidRPr="0021575D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(Pentru  proiectele care  necesită o evaluare a amprentei de carbon),  </w:t>
            </w:r>
            <w:r w:rsidRPr="0021575D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sunt prezentate:</w:t>
            </w:r>
          </w:p>
          <w:p w14:paraId="59897BFC" w14:textId="77777777" w:rsidR="00B8332B" w:rsidRPr="0021575D" w:rsidRDefault="00B8332B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Pentru  proiectele care  necesită o evaluare a amprentei de carbon, sunt descrise:</w:t>
            </w:r>
          </w:p>
          <w:p w14:paraId="0A665FDF" w14:textId="77777777" w:rsidR="00B8332B" w:rsidRPr="0021575D" w:rsidRDefault="00B8332B" w:rsidP="0021575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Integrarea principiilor de eficienta energetica si de reducere a emisiilor in conceperea si proiectarea investiției.</w:t>
            </w:r>
          </w:p>
          <w:p w14:paraId="1478A204" w14:textId="77777777" w:rsidR="00B8332B" w:rsidRPr="0021575D" w:rsidRDefault="00B8332B" w:rsidP="0021575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14:paraId="72EC292D" w14:textId="77777777" w:rsidR="00B8332B" w:rsidRPr="00EF7F20" w:rsidRDefault="00B8332B" w:rsidP="0021575D">
            <w:pPr>
              <w:pStyle w:val="Default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>Calcularea valorii monetare a emisiilor pe baza valorilor CO2 aplicabile</w:t>
            </w:r>
          </w:p>
          <w:p w14:paraId="68F48640" w14:textId="77777777" w:rsidR="00EF7F20" w:rsidRPr="00EF7F20" w:rsidRDefault="00EF7F20" w:rsidP="007D0CFC">
            <w:pPr>
              <w:pStyle w:val="Default"/>
              <w:ind w:left="708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  <w:p w14:paraId="07CF3C77" w14:textId="77777777" w:rsidR="00EF7F20" w:rsidRPr="00EF7F20" w:rsidRDefault="00EF7F20" w:rsidP="00EF7F20">
            <w:pPr>
              <w:suppressAutoHyphens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EF7F2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pentru etapa : II. Adaptarea (reziliența la schimbările climatice); (a)</w:t>
            </w:r>
            <w:r w:rsidRPr="00EF7F20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ab/>
              <w:t>Faza 1. Examinare/Încadrarea, sunt prezentate:</w:t>
            </w:r>
          </w:p>
          <w:p w14:paraId="344F5455" w14:textId="77777777" w:rsidR="00EF7F20" w:rsidRPr="00CA70CF" w:rsidRDefault="00EF7F20" w:rsidP="00EF7F20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 w:rsidRPr="00CA70CF"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Analiza de senzitivitate ( identificarea riscurilor climatice care sunt relevante pentru tipul respectiv de proiect, indiferent de localizarea acestuia)</w:t>
            </w:r>
          </w:p>
          <w:p w14:paraId="62631612" w14:textId="77777777" w:rsidR="00EF7F20" w:rsidRPr="00CA70CF" w:rsidRDefault="00EF7F20" w:rsidP="00EF7F20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</w:pPr>
            <w:r w:rsidRPr="00CA70CF"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Evaluarea expunerii la riscuri (identificarea riscurilor care sunt relevante pentru locația proiectului)</w:t>
            </w:r>
          </w:p>
          <w:p w14:paraId="0E529E8A" w14:textId="77777777" w:rsidR="00EF7F20" w:rsidRPr="00CA70CF" w:rsidRDefault="00EF7F20" w:rsidP="00EF7F20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CA70CF"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Analiza de vulnerabilitate (identificarea potențialelor riscuri semnificative)</w:t>
            </w:r>
          </w:p>
          <w:p w14:paraId="1298BA20" w14:textId="77777777" w:rsidR="007D0CFC" w:rsidRPr="00CA70CF" w:rsidRDefault="007D0CFC" w:rsidP="007D0CFC">
            <w:pPr>
              <w:suppressAutoHyphens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82914A0" w14:textId="77777777" w:rsidR="00CA70CF" w:rsidRPr="00CA70CF" w:rsidRDefault="00CA70CF" w:rsidP="00CA70CF">
            <w:pPr>
              <w:spacing w:after="12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70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pentru etapa: II. Adaptarea (reziliența la schimbările climatice);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CA70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(b)</w:t>
            </w:r>
            <w:r w:rsidRPr="00CA70C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ab/>
              <w:t>Faza 2. Analiza detaliată de risc - Analiza detaliată depinde de rezultatul fazei de examinare, sunt prezentate:</w:t>
            </w:r>
          </w:p>
          <w:p w14:paraId="2B08FE0A" w14:textId="77777777" w:rsidR="00CA70CF" w:rsidRPr="00CA70CF" w:rsidRDefault="00CA70CF" w:rsidP="00CA70CF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70C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Probabilitatea</w:t>
            </w:r>
            <w:r>
              <w:rPr>
                <w:rFonts w:ascii="Calibri" w:hAnsi="Calibri" w:cs="Calibri"/>
                <w:i/>
                <w:color w:val="000000"/>
              </w:rPr>
              <w:t xml:space="preserve"> </w:t>
            </w:r>
            <w:r w:rsidRPr="00CA70C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(probabilitatea ca riscurile climatice identificate sa aibă loc in timpul duratei de viață a proiectului)</w:t>
            </w:r>
          </w:p>
          <w:p w14:paraId="13069D27" w14:textId="77777777" w:rsidR="00CA70CF" w:rsidRPr="00CA70CF" w:rsidRDefault="00CA70CF" w:rsidP="00CA70CF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70C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Impactul (analizează consecințele în cazul în care apare pericolul climatic identificat)</w:t>
            </w:r>
          </w:p>
          <w:p w14:paraId="7FC79AA2" w14:textId="77777777" w:rsidR="00CA70CF" w:rsidRPr="00CA70CF" w:rsidRDefault="00CA70CF" w:rsidP="00CA70CF">
            <w:pPr>
              <w:numPr>
                <w:ilvl w:val="0"/>
                <w:numId w:val="21"/>
              </w:numPr>
              <w:suppressAutoHyphens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70CF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lastRenderedPageBreak/>
              <w:t>Riscul (identifica riscurile potențiale cele mai semnificative și cele în care trebuie luate măsuri de adaptare)</w:t>
            </w:r>
          </w:p>
          <w:p w14:paraId="27844545" w14:textId="77777777" w:rsidR="00CA70CF" w:rsidRPr="0021575D" w:rsidRDefault="00CA70CF" w:rsidP="00CA70CF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A70CF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22AD5" w14:textId="77777777"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1DACA" w14:textId="77777777"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32DB6" w14:textId="77777777"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D46AE" w14:textId="77777777"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B8332B" w:rsidRPr="0021575D" w14:paraId="2377A60E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0D99A" w14:textId="77777777" w:rsidR="00B8332B" w:rsidRPr="0021575D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8C854" w14:textId="77777777" w:rsidR="00B8332B" w:rsidRPr="0021575D" w:rsidRDefault="00FF1CA4" w:rsidP="0021575D">
            <w:pPr>
              <w:pStyle w:val="TableParagraph"/>
              <w:ind w:right="101"/>
              <w:jc w:val="both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Documentatia tehnico economică reflectă măsurile de imunizare la schimb</w:t>
            </w:r>
            <w:r w:rsidR="00FE57A3" w:rsidRPr="0021575D">
              <w:rPr>
                <w:rFonts w:ascii="Calibri" w:hAnsi="Calibri" w:cs="Calibri"/>
              </w:rPr>
              <w:t>ă</w:t>
            </w:r>
            <w:r w:rsidRPr="0021575D">
              <w:rPr>
                <w:rFonts w:ascii="Calibri" w:hAnsi="Calibri" w:cs="Calibri"/>
              </w:rPr>
              <w:t>rile climatice prev</w:t>
            </w:r>
            <w:r w:rsidR="00FE57A3" w:rsidRPr="0021575D">
              <w:rPr>
                <w:rFonts w:ascii="Calibri" w:hAnsi="Calibri" w:cs="Calibri"/>
              </w:rPr>
              <w:t>ă</w:t>
            </w:r>
            <w:r w:rsidRPr="0021575D">
              <w:rPr>
                <w:rFonts w:ascii="Calibri" w:hAnsi="Calibri" w:cs="Calibri"/>
              </w:rPr>
              <w:t xml:space="preserve">zute </w:t>
            </w:r>
            <w:r w:rsidR="00FE57A3" w:rsidRPr="0021575D">
              <w:rPr>
                <w:rFonts w:ascii="Calibri" w:hAnsi="Calibri" w:cs="Calibri"/>
              </w:rPr>
              <w:t>î</w:t>
            </w:r>
            <w:r w:rsidRPr="0021575D">
              <w:rPr>
                <w:rFonts w:ascii="Calibri" w:hAnsi="Calibri" w:cs="Calibri"/>
              </w:rPr>
              <w:t xml:space="preserve">n raportul </w:t>
            </w:r>
            <w:r w:rsidR="00FE57A3" w:rsidRPr="0021575D">
              <w:rPr>
                <w:rFonts w:ascii="Calibri" w:hAnsi="Calibri" w:cs="Calibri"/>
              </w:rPr>
              <w:t>î</w:t>
            </w:r>
            <w:r w:rsidRPr="0021575D">
              <w:rPr>
                <w:rFonts w:ascii="Calibri" w:hAnsi="Calibri" w:cs="Calibri"/>
              </w:rPr>
              <w:t>ntocmit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A211E" w14:textId="77777777"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57D99" w14:textId="77777777"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0409B" w14:textId="77777777"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B54F8" w14:textId="77777777" w:rsidR="00B8332B" w:rsidRPr="0021575D" w:rsidRDefault="00B8332B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FE57A3" w:rsidRPr="0021575D" w14:paraId="3DE64020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402A3995" w14:textId="77777777" w:rsidR="00FE57A3" w:rsidRPr="0021575D" w:rsidRDefault="00FE57A3" w:rsidP="0021575D">
            <w:pPr>
              <w:pStyle w:val="TableParagraph"/>
              <w:ind w:left="279" w:right="270"/>
              <w:jc w:val="center"/>
              <w:rPr>
                <w:rFonts w:ascii="Calibri" w:hAnsi="Calibri" w:cs="Calibri"/>
                <w:b/>
              </w:rPr>
            </w:pPr>
            <w:r w:rsidRPr="0021575D">
              <w:rPr>
                <w:rFonts w:ascii="Calibri" w:hAnsi="Calibri" w:cs="Calibri"/>
                <w:b/>
              </w:rPr>
              <w:t>II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2EEFE272" w14:textId="77777777" w:rsidR="00FE57A3" w:rsidRPr="0021575D" w:rsidRDefault="00FE57A3" w:rsidP="0021575D">
            <w:pPr>
              <w:pStyle w:val="TableParagraph"/>
              <w:ind w:left="107"/>
              <w:rPr>
                <w:rFonts w:ascii="Calibri" w:hAnsi="Calibri" w:cs="Calibri"/>
                <w:b/>
                <w:i/>
              </w:rPr>
            </w:pPr>
            <w:r w:rsidRPr="0021575D">
              <w:rPr>
                <w:rFonts w:ascii="Calibri" w:hAnsi="Calibri" w:cs="Calibri"/>
                <w:b/>
                <w:i/>
              </w:rPr>
              <w:t>Criterii</w:t>
            </w:r>
            <w:r w:rsidRPr="0021575D">
              <w:rPr>
                <w:rFonts w:ascii="Calibri" w:hAnsi="Calibri" w:cs="Calibri"/>
                <w:b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specifice</w:t>
            </w:r>
            <w:r w:rsidRPr="0021575D">
              <w:rPr>
                <w:rFonts w:ascii="Calibri" w:hAnsi="Calibri" w:cs="Calibri"/>
                <w:b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privind</w:t>
            </w:r>
            <w:r w:rsidRPr="0021575D">
              <w:rPr>
                <w:rFonts w:ascii="Calibri" w:hAnsi="Calibri" w:cs="Calibri"/>
                <w:b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aspectele</w:t>
            </w:r>
            <w:r w:rsidRPr="0021575D">
              <w:rPr>
                <w:rFonts w:ascii="Calibri" w:hAnsi="Calibri" w:cs="Calibri"/>
                <w:b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calitative</w:t>
            </w:r>
            <w:r w:rsidRPr="0021575D">
              <w:rPr>
                <w:rFonts w:ascii="Calibri" w:hAnsi="Calibri" w:cs="Calibri"/>
                <w:b/>
                <w:i/>
                <w:spacing w:val="-2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ale</w:t>
            </w:r>
            <w:r w:rsidRPr="0021575D">
              <w:rPr>
                <w:rFonts w:ascii="Calibri" w:hAnsi="Calibri" w:cs="Calibri"/>
                <w:b/>
                <w:i/>
                <w:spacing w:val="-3"/>
              </w:rPr>
              <w:t xml:space="preserve"> </w:t>
            </w:r>
            <w:r w:rsidRPr="0021575D">
              <w:rPr>
                <w:rFonts w:ascii="Calibri" w:hAnsi="Calibri" w:cs="Calibri"/>
                <w:b/>
                <w:i/>
              </w:rPr>
              <w:t>DALI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43CEF6AC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75D9F45B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45803906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63187FA8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FE57A3" w:rsidRPr="0021575D" w14:paraId="306D0BDD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6DB46" w14:textId="77777777" w:rsidR="00FE57A3" w:rsidRPr="0021575D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6E97D" w14:textId="77777777" w:rsidR="00FE57A3" w:rsidRPr="0021575D" w:rsidRDefault="00FE57A3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Există o </w:t>
            </w:r>
            <w:r w:rsidRPr="0021575D">
              <w:rPr>
                <w:rFonts w:ascii="Calibri" w:hAnsi="Calibri" w:cs="Calibri"/>
                <w:b/>
                <w:sz w:val="22"/>
                <w:szCs w:val="22"/>
                <w:lang w:val="ro-RO"/>
              </w:rPr>
              <w:t xml:space="preserve">corespondență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între obiectele de investiție (inclusiv tipurile de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lucrări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construcții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propuse,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dotări,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etc.)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din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cadrul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DALI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si</w:t>
            </w:r>
            <w:r w:rsidRPr="0021575D">
              <w:rPr>
                <w:rFonts w:ascii="Calibri" w:hAnsi="Calibri" w:cs="Calibri"/>
                <w:spacing w:val="60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cele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descrise</w:t>
            </w:r>
            <w:r w:rsidRPr="0021575D">
              <w:rPr>
                <w:rFonts w:ascii="Calibri" w:hAnsi="Calibri" w:cs="Calibri"/>
                <w:spacing w:val="-2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în</w:t>
            </w:r>
            <w:r w:rsidRPr="0021575D">
              <w:rPr>
                <w:rFonts w:ascii="Calibri" w:hAnsi="Calibri" w:cs="Calibri"/>
                <w:spacing w:val="-2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cererea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8512E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F135A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61BAB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3CE5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FE57A3" w:rsidRPr="0021575D" w14:paraId="3D3671D7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DBB3" w14:textId="77777777" w:rsidR="00FE57A3" w:rsidRPr="0021575D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547A2" w14:textId="77777777" w:rsidR="00FE57A3" w:rsidRPr="0021575D" w:rsidRDefault="00FE57A3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Există specificații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descrieri tehnice pentru toate specialitățile: arhitectură, rezistență, instalații interioare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exterioare, rețele edilitare, tehnologii, componente artistice, sistematizare verticală, amenajări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peisagere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, design interior, etc.,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9D104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46503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406C5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495E0" w14:textId="77777777" w:rsidR="00FE57A3" w:rsidRPr="0021575D" w:rsidRDefault="00FE57A3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14:paraId="3D878C83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A192C" w14:textId="77777777"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A58B" w14:textId="77777777"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Graficul orientativ de realizare a investiției:</w:t>
            </w:r>
          </w:p>
          <w:p w14:paraId="422FA960" w14:textId="77777777" w:rsidR="00CA70CF" w:rsidRDefault="00D202B1" w:rsidP="0021575D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este corelat cu cel prezentat în cadrul Cererii de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Finanţare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?</w:t>
            </w:r>
          </w:p>
          <w:p w14:paraId="3981A696" w14:textId="77777777" w:rsidR="00CA70CF" w:rsidRDefault="00D202B1" w:rsidP="0021575D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CA70CF">
              <w:rPr>
                <w:rFonts w:ascii="Calibri" w:hAnsi="Calibri" w:cs="Calibri"/>
                <w:sz w:val="22"/>
                <w:szCs w:val="22"/>
                <w:lang w:val="ro-RO"/>
              </w:rPr>
              <w:t>este corect estimat ca și perioada de realizare (conform tehnologiilor de execuție, etc.)?</w:t>
            </w:r>
          </w:p>
          <w:p w14:paraId="3DE092BF" w14:textId="77777777" w:rsidR="00D202B1" w:rsidRPr="00CA70CF" w:rsidRDefault="00D202B1" w:rsidP="0021575D">
            <w:pPr>
              <w:pStyle w:val="Default"/>
              <w:numPr>
                <w:ilvl w:val="0"/>
                <w:numId w:val="23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CA70CF">
              <w:rPr>
                <w:rFonts w:ascii="Calibri" w:hAnsi="Calibri" w:cs="Calibri"/>
                <w:sz w:val="22"/>
                <w:szCs w:val="22"/>
                <w:lang w:val="ro-RO"/>
              </w:rPr>
              <w:t>respectă termenele limită ale programului de finanțare?</w:t>
            </w:r>
          </w:p>
          <w:p w14:paraId="6B6A8373" w14:textId="77777777"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(se va avea în vedere ca termenul limită de implementare a proiectului nu poate depăși termenul prevăzut în documentele de programare: 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1B95A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0A529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CEC4A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196EB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14:paraId="6E0C459A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660F3" w14:textId="77777777"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1F836" w14:textId="77777777"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Documentele anexate la cererea de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finanţare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care demonstrează dreptul solicitantului/partenerilor de a executa lucrările propuse, sunt cuprinzătoare față de intervențiile propuse a fi realizate prin 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BF05C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0AA81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9C95E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EDEF5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14:paraId="3553A9E2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714A9" w14:textId="77777777"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09101" w14:textId="77777777"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D.A.L.I.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s-a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elaborat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baza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concluziilor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raportului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</w:t>
            </w:r>
            <w:r w:rsidRPr="0021575D">
              <w:rPr>
                <w:rFonts w:ascii="Calibri" w:hAnsi="Calibri" w:cs="Calibri"/>
                <w:spacing w:val="60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expertiză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tehnică, si (după caz) a auditului energetic, luându-se în calcul inclusiv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scenariul</w:t>
            </w:r>
            <w:r w:rsidRPr="0021575D">
              <w:rPr>
                <w:rFonts w:ascii="Calibri" w:hAnsi="Calibri" w:cs="Calibri"/>
                <w:spacing w:val="-2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recomandat</w:t>
            </w:r>
            <w:r w:rsidRPr="0021575D">
              <w:rPr>
                <w:rFonts w:ascii="Calibri" w:hAnsi="Calibri" w:cs="Calibri"/>
                <w:spacing w:val="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 către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elaboratorul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expertizei tehnice,</w:t>
            </w:r>
            <w:r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respectiv auditului</w:t>
            </w:r>
            <w:r w:rsidRPr="0021575D">
              <w:rPr>
                <w:rFonts w:ascii="Calibri" w:hAnsi="Calibri" w:cs="Calibri"/>
                <w:spacing w:val="-7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7A5A2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A229F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F27C0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49923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14:paraId="335C22D3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91898" w14:textId="77777777"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162BA" w14:textId="77777777"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53570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FE88C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91B0C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F938C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14:paraId="3CD2A0D1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0BEA2" w14:textId="77777777"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E3FB7" w14:textId="77777777"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Proiectul respecta prevederile din:</w:t>
            </w:r>
          </w:p>
          <w:p w14:paraId="372F3ADB" w14:textId="77777777"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certificatul de urbanism anexat?</w:t>
            </w:r>
          </w:p>
          <w:p w14:paraId="29F1A233" w14:textId="77777777"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Studiul topografic, vizat de către Oficiul de Cadastru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Publicitate Imobiliară?</w:t>
            </w:r>
          </w:p>
          <w:p w14:paraId="35E852AC" w14:textId="77777777"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Extrasul de carte funciară,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după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caz?</w:t>
            </w:r>
          </w:p>
          <w:p w14:paraId="2CB869A7" w14:textId="77777777"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Avizele conforme, privind asigurarea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utilităților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, în cazul suplimentării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capacității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existente?</w:t>
            </w:r>
          </w:p>
          <w:p w14:paraId="39B9E4FD" w14:textId="77777777"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Actul administrativ al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autorității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competente pentru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protecția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mediului, măsurile de diminuare a impactului, măsurile de compensare,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lastRenderedPageBreak/>
              <w:t xml:space="preserve">modalitatea de integrare a prevederilor acordului de mediu, de principiu, în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documentația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tehnico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-economică ? sau  are clasarea notificării.</w:t>
            </w:r>
          </w:p>
          <w:p w14:paraId="2B929607" w14:textId="77777777" w:rsidR="00D202B1" w:rsidRPr="0021575D" w:rsidRDefault="00D202B1" w:rsidP="0021575D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Avizele, acordurile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studiile specifice obținute/efectuate până la data depunerii cererii de finanțare, după caz, care pot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condiționa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soluțiile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tehnice, precum:</w:t>
            </w:r>
          </w:p>
          <w:p w14:paraId="31925566" w14:textId="77777777"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studiu privind posibilitatea utilizării unor sisteme alternative de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eficiență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ridicată pentru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creșterea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</w:t>
            </w:r>
            <w:r w:rsidR="009508FA"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performanței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energetice?</w:t>
            </w:r>
          </w:p>
          <w:p w14:paraId="55E2EF23" w14:textId="77777777"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studiu de trafic </w:t>
            </w:r>
            <w:proofErr w:type="spellStart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şi</w:t>
            </w:r>
            <w:proofErr w:type="spellEnd"/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studiu de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circulație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, după caz?</w:t>
            </w:r>
          </w:p>
          <w:p w14:paraId="7DFCFDAF" w14:textId="77777777"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raport de diagnostic arheologic, în cazul </w:t>
            </w:r>
            <w:r w:rsidR="00CA70C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intervențiilor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în situri arheologice?</w:t>
            </w:r>
          </w:p>
          <w:p w14:paraId="6D9D18F5" w14:textId="77777777"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studiu istoric, în cazul monumentelor istorice?</w:t>
            </w:r>
          </w:p>
          <w:p w14:paraId="3ED36EE8" w14:textId="77777777" w:rsidR="00D202B1" w:rsidRPr="0021575D" w:rsidRDefault="00D202B1" w:rsidP="0021575D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studii de specialitate necesare în </w:t>
            </w:r>
            <w:r w:rsidR="00AD7CA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funcție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de specificul </w:t>
            </w:r>
            <w:r w:rsidR="00AD7CAF"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investiției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29684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536CC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3F8B7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95EB1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14:paraId="0D079A5B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036B5" w14:textId="77777777"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FB438" w14:textId="77777777" w:rsidR="00D202B1" w:rsidRPr="0021575D" w:rsidRDefault="00AD7CAF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Informațiile</w:t>
            </w:r>
            <w:r w:rsidR="00D202B1" w:rsidRPr="0021575D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din</w:t>
            </w:r>
            <w:r w:rsidR="00D202B1" w:rsidRPr="0021575D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Piesele</w:t>
            </w:r>
            <w:r w:rsidR="00D202B1"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scrise</w:t>
            </w:r>
            <w:r w:rsidR="00D202B1"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sunt</w:t>
            </w:r>
            <w:r w:rsidR="00D202B1" w:rsidRPr="0021575D">
              <w:rPr>
                <w:rFonts w:ascii="Calibri" w:hAnsi="Calibri" w:cs="Calibri"/>
                <w:spacing w:val="-4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corelate</w:t>
            </w:r>
            <w:r w:rsidR="00D202B1"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cu</w:t>
            </w:r>
            <w:r w:rsidR="00D202B1" w:rsidRPr="0021575D">
              <w:rPr>
                <w:rFonts w:ascii="Calibri" w:hAnsi="Calibri" w:cs="Calibri"/>
                <w:spacing w:val="-1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cele</w:t>
            </w:r>
            <w:r w:rsidR="00D202B1" w:rsidRPr="0021575D">
              <w:rPr>
                <w:rFonts w:ascii="Calibri" w:hAnsi="Calibri" w:cs="Calibri"/>
                <w:spacing w:val="-3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din</w:t>
            </w:r>
            <w:r w:rsidR="00D202B1"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Piesele</w:t>
            </w:r>
            <w:r w:rsidR="00D202B1" w:rsidRPr="0021575D">
              <w:rPr>
                <w:rFonts w:ascii="Calibri" w:hAnsi="Calibri" w:cs="Calibri"/>
                <w:spacing w:val="-4"/>
                <w:sz w:val="22"/>
                <w:szCs w:val="22"/>
                <w:lang w:val="ro-RO"/>
              </w:rPr>
              <w:t xml:space="preserve"> </w:t>
            </w:r>
            <w:r w:rsidR="00D202B1"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desenate?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18290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AAD52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808EB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AE8F4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D202B1" w:rsidRPr="0021575D" w14:paraId="590F1CA0" w14:textId="77777777" w:rsidTr="00CA70CF">
        <w:trPr>
          <w:trHeight w:val="31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953FF" w14:textId="77777777" w:rsidR="00D202B1" w:rsidRPr="0021575D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84DA8" w14:textId="77777777" w:rsidR="00D202B1" w:rsidRPr="0021575D" w:rsidRDefault="00D202B1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Există</w:t>
            </w:r>
            <w:r w:rsidRPr="0021575D">
              <w:rPr>
                <w:rFonts w:ascii="Calibri" w:hAnsi="Calibri" w:cs="Calibri"/>
                <w:spacing w:val="-4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corelare</w:t>
            </w:r>
            <w:r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între</w:t>
            </w:r>
            <w:r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Devizul</w:t>
            </w:r>
            <w:r w:rsidRPr="0021575D">
              <w:rPr>
                <w:rFonts w:ascii="Calibri" w:hAnsi="Calibri" w:cs="Calibri"/>
                <w:spacing w:val="-5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general</w:t>
            </w:r>
            <w:r w:rsidRPr="0021575D">
              <w:rPr>
                <w:rFonts w:ascii="Calibri" w:hAnsi="Calibri" w:cs="Calibri"/>
                <w:spacing w:val="-6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si</w:t>
            </w:r>
            <w:r w:rsidRPr="0021575D">
              <w:rPr>
                <w:rFonts w:ascii="Calibri" w:hAnsi="Calibri" w:cs="Calibri"/>
                <w:spacing w:val="-4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Devizele</w:t>
            </w:r>
            <w:r w:rsidRPr="0021575D">
              <w:rPr>
                <w:rFonts w:ascii="Calibri" w:hAnsi="Calibri" w:cs="Calibri"/>
                <w:spacing w:val="-2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pe</w:t>
            </w:r>
            <w:r w:rsidRPr="0021575D">
              <w:rPr>
                <w:rFonts w:ascii="Calibri" w:hAnsi="Calibri" w:cs="Calibri"/>
                <w:spacing w:val="-6"/>
                <w:sz w:val="22"/>
                <w:szCs w:val="22"/>
                <w:lang w:val="ro-RO"/>
              </w:rPr>
              <w:t xml:space="preserve"> </w:t>
            </w: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7EEC9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07D2C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EC6E4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104BA" w14:textId="77777777" w:rsidR="00D202B1" w:rsidRPr="0021575D" w:rsidRDefault="00D202B1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D7CAF" w:rsidRPr="0021575D" w14:paraId="2EFAFF3F" w14:textId="77777777" w:rsidTr="0021575D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A03C9" w14:textId="77777777" w:rsidR="00AD7CAF" w:rsidRPr="0021575D" w:rsidRDefault="00AD7CAF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011CE" w14:textId="77777777" w:rsidR="00AD7CAF" w:rsidRPr="0021575D" w:rsidRDefault="00AD7CAF" w:rsidP="0021575D">
            <w:pPr>
              <w:pStyle w:val="Default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21575D">
              <w:rPr>
                <w:rFonts w:ascii="Calibri" w:hAnsi="Calibri" w:cs="Calibri"/>
                <w:sz w:val="22"/>
                <w:szCs w:val="22"/>
                <w:lang w:val="ro-RO"/>
              </w:rPr>
              <w:t>Informațiile privind  Imunizarea față de schimbările climatice – realizată în cadrul documentației tehnice, în conformitate cu cerințele din Comunicarea Comisiei Europene privind Orientările tehnice referitoare la imunizarea infrastructurii la schimbările climatice în perioada 2021-2027 publicate la 16 septembrie 2021 (2021/C 373/01) sunt complete, corecte și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7F93B" w14:textId="77777777" w:rsidR="00AD7CAF" w:rsidRPr="0021575D" w:rsidRDefault="00AD7CA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12DC4" w14:textId="77777777" w:rsidR="00AD7CAF" w:rsidRPr="0021575D" w:rsidRDefault="00AD7CA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5902C" w14:textId="77777777" w:rsidR="00AD7CAF" w:rsidRPr="0021575D" w:rsidRDefault="00AD7CAF" w:rsidP="00AD7CAF">
            <w:pPr>
              <w:pStyle w:val="TableParagrap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8A4E7" w14:textId="77777777" w:rsidR="00AD7CAF" w:rsidRPr="0021575D" w:rsidRDefault="00AD7CAF" w:rsidP="00AD7CAF">
            <w:pPr>
              <w:pStyle w:val="TableParagraph"/>
              <w:rPr>
                <w:rFonts w:ascii="Calibri" w:hAnsi="Calibri" w:cs="Calibri"/>
              </w:rPr>
            </w:pPr>
          </w:p>
        </w:tc>
      </w:tr>
    </w:tbl>
    <w:p w14:paraId="6E1ED8BE" w14:textId="77777777" w:rsidR="00D44351" w:rsidRPr="00AD7CAF" w:rsidRDefault="00D44351" w:rsidP="00AD7CAF">
      <w:pPr>
        <w:rPr>
          <w:rFonts w:ascii="Calibri" w:hAnsi="Calibri" w:cs="Calibri"/>
          <w:b/>
          <w:sz w:val="22"/>
          <w:szCs w:val="22"/>
        </w:rPr>
      </w:pPr>
    </w:p>
    <w:p w14:paraId="306DEE74" w14:textId="77777777" w:rsidR="00AD7CAF" w:rsidRPr="00AD7CAF" w:rsidRDefault="00AD7CAF" w:rsidP="00AD7CAF">
      <w:pPr>
        <w:rPr>
          <w:rFonts w:ascii="Calibri" w:hAnsi="Calibri" w:cs="Calibri"/>
          <w:b/>
          <w:sz w:val="22"/>
          <w:szCs w:val="22"/>
        </w:rPr>
      </w:pPr>
      <w:r w:rsidRPr="00AD7CAF">
        <w:rPr>
          <w:rFonts w:ascii="Calibri" w:hAnsi="Calibri" w:cs="Calibri"/>
          <w:b/>
          <w:sz w:val="22"/>
          <w:szCs w:val="22"/>
        </w:rPr>
        <w:t xml:space="preserve">În cazul bifării cu NU la oricare din criterii proiectul se respinge. </w:t>
      </w:r>
    </w:p>
    <w:p w14:paraId="0461B4AE" w14:textId="77777777" w:rsidR="00AD7CAF" w:rsidRPr="00AD7CAF" w:rsidRDefault="00AD7CAF" w:rsidP="00AD7CAF">
      <w:pPr>
        <w:ind w:left="831"/>
        <w:rPr>
          <w:rFonts w:ascii="Calibri" w:hAnsi="Calibri" w:cs="Calibri"/>
          <w:b/>
          <w:sz w:val="22"/>
          <w:szCs w:val="22"/>
        </w:rPr>
      </w:pPr>
    </w:p>
    <w:p w14:paraId="335D3733" w14:textId="77777777" w:rsidR="00D44351" w:rsidRPr="00AD7CAF" w:rsidRDefault="00AD7CAF" w:rsidP="007D3EF9">
      <w:pPr>
        <w:jc w:val="both"/>
        <w:rPr>
          <w:rFonts w:ascii="Calibri" w:hAnsi="Calibri" w:cs="Calibri"/>
          <w:b/>
          <w:sz w:val="22"/>
          <w:szCs w:val="22"/>
        </w:rPr>
      </w:pPr>
      <w:r w:rsidRPr="00AD7CAF">
        <w:rPr>
          <w:rFonts w:ascii="Calibri" w:hAnsi="Calibri" w:cs="Calibri"/>
          <w:b/>
          <w:sz w:val="22"/>
          <w:szCs w:val="22"/>
        </w:rPr>
        <w:t>Se pot formula recomandări (cu precizarea explicit</w:t>
      </w:r>
      <w:r>
        <w:rPr>
          <w:rFonts w:ascii="Calibri" w:hAnsi="Calibri" w:cs="Calibri"/>
          <w:b/>
          <w:sz w:val="22"/>
          <w:szCs w:val="22"/>
        </w:rPr>
        <w:t>ă</w:t>
      </w:r>
      <w:r w:rsidRPr="00AD7CAF">
        <w:rPr>
          <w:rFonts w:ascii="Calibri" w:hAnsi="Calibri" w:cs="Calibri"/>
          <w:b/>
          <w:sz w:val="22"/>
          <w:szCs w:val="22"/>
        </w:rPr>
        <w:t xml:space="preserve"> a momentului prevăzut pentru soluționarea acestora) cu excepția criteriilor 5 și/sau 10 (oricare din cele dou</w:t>
      </w:r>
      <w:r>
        <w:rPr>
          <w:rFonts w:ascii="Calibri" w:hAnsi="Calibri" w:cs="Calibri"/>
          <w:b/>
          <w:sz w:val="22"/>
          <w:szCs w:val="22"/>
        </w:rPr>
        <w:t>ă</w:t>
      </w:r>
      <w:r w:rsidRPr="00AD7CAF">
        <w:rPr>
          <w:rFonts w:ascii="Calibri" w:hAnsi="Calibri" w:cs="Calibri"/>
          <w:b/>
          <w:sz w:val="22"/>
          <w:szCs w:val="22"/>
        </w:rPr>
        <w:t>, sau ambele simultan)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AD7CAF">
        <w:rPr>
          <w:rFonts w:ascii="Calibri" w:hAnsi="Calibri" w:cs="Calibri"/>
          <w:b/>
          <w:sz w:val="22"/>
          <w:szCs w:val="22"/>
        </w:rPr>
        <w:t>din cadrul Secțiunii II.</w:t>
      </w:r>
    </w:p>
    <w:sectPr w:rsidR="00D44351" w:rsidRPr="00AD7CAF" w:rsidSect="00EE2B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48D3B" w14:textId="77777777" w:rsidR="00AB36A8" w:rsidRDefault="00AB36A8">
      <w:r>
        <w:separator/>
      </w:r>
    </w:p>
  </w:endnote>
  <w:endnote w:type="continuationSeparator" w:id="0">
    <w:p w14:paraId="63710559" w14:textId="77777777" w:rsidR="00AB36A8" w:rsidRDefault="00AB3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516A5" w14:textId="77777777" w:rsidR="002C62FC" w:rsidRDefault="002C62FC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 w14:paraId="701D5915" w14:textId="77777777">
      <w:trPr>
        <w:cantSplit/>
        <w:trHeight w:hRule="exact" w:val="340"/>
        <w:hidden/>
      </w:trPr>
      <w:tc>
        <w:tcPr>
          <w:tcW w:w="9210" w:type="dxa"/>
        </w:tcPr>
        <w:p w14:paraId="6E41DF38" w14:textId="77777777" w:rsidR="0055238C" w:rsidRDefault="0055238C">
          <w:pPr>
            <w:pStyle w:val="Subsol"/>
            <w:rPr>
              <w:vanish/>
              <w:sz w:val="20"/>
            </w:rPr>
          </w:pPr>
        </w:p>
      </w:tc>
    </w:tr>
  </w:tbl>
  <w:p w14:paraId="30EF70A4" w14:textId="77777777" w:rsidR="0055238C" w:rsidRDefault="003D6664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57216" behindDoc="0" locked="0" layoutInCell="1" allowOverlap="1" wp14:anchorId="7321A37B" wp14:editId="6C89A117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6F5CF7C" wp14:editId="4F25CA0C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D8BA84" w14:textId="77777777"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F5CF7C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7" type="#_x0000_t202" style="position:absolute;margin-left:23.95pt;margin-top:-1.85pt;width:188.2pt;height:2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0CD8BA84" w14:textId="77777777"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77C50DE4" wp14:editId="5DB2D45E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846F3" w14:textId="77777777"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7C50DE4" id="Group 30" o:spid="_x0000_s1028" style="position:absolute;margin-left:-42.05pt;margin-top:-10.85pt;width:242.2pt;height:61.3pt;z-index:25165516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29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0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286846F3" w14:textId="77777777"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08A13C2" wp14:editId="3C24CBC0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B9104C" w14:textId="77777777"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BB30ECD" w14:textId="77777777"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F4B841E" w14:textId="77777777"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8A13C2" id="Text Box 28" o:spid="_x0000_s1031" type="#_x0000_t202" style="position:absolute;margin-left:311.1pt;margin-top:-2.15pt;width:216.1pt;height:5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39B9104C" w14:textId="77777777"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BB30ECD" w14:textId="77777777"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F4B841E" w14:textId="77777777"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 wp14:anchorId="6AA94928" wp14:editId="7B687D83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C120B6" w14:textId="77777777" w:rsidR="0055238C" w:rsidRDefault="0055238C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4E559" w14:textId="77777777" w:rsidR="0055238C" w:rsidRDefault="003D6664">
    <w:pPr>
      <w:pStyle w:val="Subsol"/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 wp14:anchorId="27A4BF80" wp14:editId="76536917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78F37E27" wp14:editId="303BA677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54FA93" w14:textId="77777777"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F37E27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2" type="#_x0000_t202" style="position:absolute;margin-left:23.95pt;margin-top:-1.85pt;width:188.2pt;height:24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2854FA93" w14:textId="77777777"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0048" behindDoc="0" locked="0" layoutInCell="1" allowOverlap="1" wp14:anchorId="7B6DE64A" wp14:editId="42289487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A0FAAE" w14:textId="77777777"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6DE64A" id="Group 23" o:spid="_x0000_s1033" style="position:absolute;margin-left:-42.05pt;margin-top:-10.85pt;width:242.2pt;height:61.3pt;z-index:25165004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0CA0FAAE" w14:textId="77777777"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29D6CB66" wp14:editId="3045BF0E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01C4D4" w14:textId="77777777"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5E8AD03" w14:textId="77777777"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A424E8A" w14:textId="77777777"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D6CB66" id="Text Box 18" o:spid="_x0000_s1036" type="#_x0000_t202" style="position:absolute;margin-left:311.1pt;margin-top:-2.15pt;width:216.1pt;height:50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0301C4D4" w14:textId="77777777"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5E8AD03" w14:textId="77777777"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A424E8A" w14:textId="77777777"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49024" behindDoc="0" locked="0" layoutInCell="1" allowOverlap="1" wp14:anchorId="7EBF3BFF" wp14:editId="096DA385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E14CE" w14:textId="77777777" w:rsidR="00AB36A8" w:rsidRDefault="00AB36A8">
      <w:r>
        <w:separator/>
      </w:r>
    </w:p>
  </w:footnote>
  <w:footnote w:type="continuationSeparator" w:id="0">
    <w:p w14:paraId="0C7D7703" w14:textId="77777777" w:rsidR="00AB36A8" w:rsidRDefault="00AB3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DED0D" w14:textId="77777777" w:rsidR="002C62FC" w:rsidRDefault="00DD0DA2">
    <w:pPr>
      <w:pStyle w:val="Antet"/>
    </w:pPr>
    <w:r>
      <w:pict w14:anchorId="19A76C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057860" o:spid="_x0000_s5122" type="#_x0000_t136" style="position:absolute;margin-left:0;margin-top:0;width:583.6pt;height:89.75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4C09C" w14:textId="77777777" w:rsidR="00BC2CE5" w:rsidRPr="00BC2CE5" w:rsidRDefault="00DD0DA2" w:rsidP="00BC2CE5">
    <w:pPr>
      <w:pStyle w:val="Titlu3"/>
      <w:spacing w:before="0" w:after="0" w:line="330" w:lineRule="auto"/>
      <w:rPr>
        <w:rFonts w:ascii="Calibri" w:hAnsi="Calibri" w:cs="Calibri"/>
        <w:b w:val="0"/>
        <w:sz w:val="22"/>
        <w:szCs w:val="22"/>
      </w:rPr>
    </w:pPr>
    <w:r>
      <w:pict w14:anchorId="46EA02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057861" o:spid="_x0000_s5123" type="#_x0000_t136" style="position:absolute;margin-left:0;margin-top:0;width:583.6pt;height:89.75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3D6664"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1A6CBEAF" wp14:editId="58DC0F4C">
              <wp:simplePos x="0" y="0"/>
              <wp:positionH relativeFrom="column">
                <wp:posOffset>7650479</wp:posOffset>
              </wp:positionH>
              <wp:positionV relativeFrom="paragraph">
                <wp:posOffset>-30480</wp:posOffset>
              </wp:positionV>
              <wp:extent cx="0" cy="392430"/>
              <wp:effectExtent l="0" t="0" r="19050" b="7620"/>
              <wp:wrapNone/>
              <wp:docPr id="17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0D941E" id="Line 14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2.4pt,-2.4pt" to="602.4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" strokecolor="gray" strokeweight=".5pt"/>
          </w:pict>
        </mc:Fallback>
      </mc:AlternateContent>
    </w:r>
    <w:r w:rsidR="003D6664"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D43BAA4" wp14:editId="7A5BEBDC">
              <wp:simplePos x="0" y="0"/>
              <wp:positionH relativeFrom="column">
                <wp:posOffset>7653020</wp:posOffset>
              </wp:positionH>
              <wp:positionV relativeFrom="paragraph">
                <wp:posOffset>121920</wp:posOffset>
              </wp:positionV>
              <wp:extent cx="1371600" cy="295275"/>
              <wp:effectExtent l="0" t="0" r="0" b="0"/>
              <wp:wrapNone/>
              <wp:docPr id="1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26DEC9" w14:textId="77777777" w:rsidR="00BC2CE5" w:rsidRPr="00851382" w:rsidRDefault="00BC2CE5" w:rsidP="00BC2CE5">
                          <w:pPr>
                            <w:pStyle w:val="Titlu3"/>
                            <w:spacing w:before="0" w:after="0" w:line="330" w:lineRule="auto"/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</w:pPr>
                          <w:r w:rsidRPr="00851382"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  <w:t>ADR CENTRU</w:t>
                          </w:r>
                        </w:p>
                      </w:txbxContent>
                    </wps:txbx>
                    <wps:bodyPr rot="0" vert="horz" wrap="square" lIns="7200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43BAA4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602.6pt;margin-top:9.6pt;width:108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" filled="f" stroked="f">
              <v:textbox inset="2mm,0,7mm,0">
                <w:txbxContent>
                  <w:p w14:paraId="4E26DEC9" w14:textId="77777777" w:rsidR="00BC2CE5" w:rsidRPr="00851382" w:rsidRDefault="00BC2CE5" w:rsidP="00BC2CE5">
                    <w:pPr>
                      <w:pStyle w:val="Titlu3"/>
                      <w:spacing w:before="0" w:after="0" w:line="330" w:lineRule="auto"/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</w:pPr>
                    <w:r w:rsidRPr="00851382"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  <w:t>ADR CENTRU</w:t>
                    </w:r>
                  </w:p>
                </w:txbxContent>
              </v:textbox>
            </v:shape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Pagina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PAGE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>11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din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NUMPAGES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>11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</w:t>
    </w:r>
    <w:r w:rsid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                                                         </w:t>
    </w:r>
    <w:r w:rsidR="003D6664">
      <mc:AlternateContent>
        <mc:Choice Requires="wps">
          <w:drawing>
            <wp:anchor distT="0" distB="0" distL="114299" distR="114299" simplePos="0" relativeHeight="251665408" behindDoc="0" locked="0" layoutInCell="1" allowOverlap="1" wp14:anchorId="33743F4C" wp14:editId="0DAD2180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F11E73" id="Line 14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3XTiNx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3D6664">
      <mc:AlternateContent>
        <mc:Choice Requires="wps">
          <w:drawing>
            <wp:anchor distT="0" distB="0" distL="114299" distR="114299" simplePos="0" relativeHeight="251666432" behindDoc="0" locked="0" layoutInCell="1" allowOverlap="1" wp14:anchorId="45EAEBA3" wp14:editId="605EB8A2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3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81DC04" id="Line 14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1Q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V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QWo9UB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</w:t>
    </w:r>
    <w:r w:rsidR="003D6664">
      <mc:AlternateContent>
        <mc:Choice Requires="wps">
          <w:drawing>
            <wp:anchor distT="0" distB="0" distL="114299" distR="114299" simplePos="0" relativeHeight="251667456" behindDoc="0" locked="0" layoutInCell="1" allowOverlap="1" wp14:anchorId="2CDE18B0" wp14:editId="5F65D8C0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632C17" id="Line 14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2dB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F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e+9nQR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3D6664">
      <mc:AlternateContent>
        <mc:Choice Requires="wps">
          <w:drawing>
            <wp:anchor distT="0" distB="0" distL="114299" distR="114299" simplePos="0" relativeHeight="251663360" behindDoc="0" locked="0" layoutInCell="1" allowOverlap="1" wp14:anchorId="61391C28" wp14:editId="66FA25A3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946C63" id="Line 14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Ihy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NWCIc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3D6664">
      <mc:AlternateContent>
        <mc:Choice Requires="wps">
          <w:drawing>
            <wp:anchor distT="0" distB="0" distL="114299" distR="114299" simplePos="0" relativeHeight="251664384" behindDoc="0" locked="0" layoutInCell="1" allowOverlap="1" wp14:anchorId="2582C8C4" wp14:editId="255CC5EC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FDAFC5" id="Line 14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gm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5/G4J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808080"/>
        <w:spacing w:val="20"/>
        <w:sz w:val="22"/>
        <w:szCs w:val="22"/>
      </w:rPr>
      <w:t>ADR CENTRU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BD839" w14:textId="77777777" w:rsidR="00EE2BF7" w:rsidRDefault="00DD0DA2" w:rsidP="00EE2BF7">
    <w:pPr>
      <w:pStyle w:val="Antet"/>
      <w:tabs>
        <w:tab w:val="clear" w:pos="4536"/>
        <w:tab w:val="clear" w:pos="9072"/>
        <w:tab w:val="left" w:pos="6473"/>
      </w:tabs>
    </w:pPr>
    <w:r>
      <w:pict w14:anchorId="72A3FF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057859" o:spid="_x0000_s5121" type="#_x0000_t136" style="position:absolute;margin-left:0;margin-top:0;width:583.6pt;height:89.7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3D6664">
      <w:drawing>
        <wp:anchor distT="0" distB="0" distL="114300" distR="114300" simplePos="0" relativeHeight="251658240" behindDoc="0" locked="0" layoutInCell="1" allowOverlap="1" wp14:anchorId="189572A3" wp14:editId="385B8D64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6664">
      <w:drawing>
        <wp:anchor distT="0" distB="0" distL="114300" distR="114300" simplePos="0" relativeHeight="251659264" behindDoc="0" locked="0" layoutInCell="1" allowOverlap="1" wp14:anchorId="2B4BF552" wp14:editId="1C0F02EA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6664">
      <w:drawing>
        <wp:anchor distT="0" distB="0" distL="114300" distR="114300" simplePos="0" relativeHeight="251660288" behindDoc="0" locked="0" layoutInCell="1" allowOverlap="1" wp14:anchorId="06EF805C" wp14:editId="2D1C097D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2BF7">
      <w:t xml:space="preserve">   </w:t>
    </w:r>
    <w:r w:rsidR="00EE2BF7">
      <w:tab/>
    </w:r>
  </w:p>
  <w:p w14:paraId="2942EF5B" w14:textId="77777777" w:rsidR="00EE2BF7" w:rsidRDefault="00EE2BF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63846"/>
    <w:multiLevelType w:val="hybridMultilevel"/>
    <w:tmpl w:val="2556CBA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074ED"/>
    <w:multiLevelType w:val="multilevel"/>
    <w:tmpl w:val="D2323E08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186C105C"/>
    <w:multiLevelType w:val="hybridMultilevel"/>
    <w:tmpl w:val="7C228444"/>
    <w:lvl w:ilvl="0" w:tplc="FEF6B81A">
      <w:start w:val="1"/>
      <w:numFmt w:val="bullet"/>
      <w:lvlText w:val="-"/>
      <w:lvlJc w:val="left"/>
      <w:pPr>
        <w:ind w:left="78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270A74C2"/>
    <w:multiLevelType w:val="multilevel"/>
    <w:tmpl w:val="0D62BB92"/>
    <w:lvl w:ilvl="0">
      <w:numFmt w:val="bullet"/>
      <w:lvlText w:val="-"/>
      <w:lvlJc w:val="left"/>
      <w:pPr>
        <w:tabs>
          <w:tab w:val="num" w:pos="0"/>
        </w:tabs>
        <w:ind w:left="159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2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4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5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7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0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3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25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775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94270E7"/>
    <w:multiLevelType w:val="multilevel"/>
    <w:tmpl w:val="26420B66"/>
    <w:lvl w:ilvl="0">
      <w:start w:val="1"/>
      <w:numFmt w:val="lowerLetter"/>
      <w:lvlText w:val="%1)"/>
      <w:lvlJc w:val="left"/>
      <w:pPr>
        <w:tabs>
          <w:tab w:val="num" w:pos="0"/>
        </w:tabs>
        <w:ind w:left="1064" w:hanging="238"/>
      </w:pPr>
      <w:rPr>
        <w:rFonts w:ascii="Trebuchet MS" w:eastAsia="Trebuchet MS" w:hAnsi="Trebuchet MS" w:cs="Trebuchet MS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5" w:hanging="238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11" w:hanging="238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87" w:hanging="238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63" w:hanging="238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39" w:hanging="238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515" w:hanging="238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91" w:hanging="238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67" w:hanging="238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32552CEB"/>
    <w:multiLevelType w:val="hybridMultilevel"/>
    <w:tmpl w:val="F44CBF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4525E"/>
    <w:multiLevelType w:val="hybridMultilevel"/>
    <w:tmpl w:val="46FA759C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836"/>
    <w:multiLevelType w:val="hybridMultilevel"/>
    <w:tmpl w:val="E7A65A5C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46E30"/>
    <w:multiLevelType w:val="hybridMultilevel"/>
    <w:tmpl w:val="CCA42D0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A81C80"/>
    <w:multiLevelType w:val="multilevel"/>
    <w:tmpl w:val="D7043B80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auto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4AF26398"/>
    <w:multiLevelType w:val="hybridMultilevel"/>
    <w:tmpl w:val="0DBEB3E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4BA36FA8"/>
    <w:multiLevelType w:val="hybridMultilevel"/>
    <w:tmpl w:val="922402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3762E4"/>
    <w:multiLevelType w:val="multilevel"/>
    <w:tmpl w:val="1F1E218A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color w:val="0000FF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5F503992"/>
    <w:multiLevelType w:val="hybridMultilevel"/>
    <w:tmpl w:val="58B6AC12"/>
    <w:lvl w:ilvl="0" w:tplc="8D661D1C">
      <w:start w:val="1"/>
      <w:numFmt w:val="bullet"/>
      <w:lvlText w:val=""/>
      <w:lvlJc w:val="left"/>
      <w:pPr>
        <w:ind w:left="4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6" w15:restartNumberingAfterBreak="0">
    <w:nsid w:val="61A4152B"/>
    <w:multiLevelType w:val="multilevel"/>
    <w:tmpl w:val="A9001846"/>
    <w:lvl w:ilvl="0">
      <w:numFmt w:val="bullet"/>
      <w:lvlText w:val="o"/>
      <w:lvlJc w:val="left"/>
      <w:pPr>
        <w:tabs>
          <w:tab w:val="num" w:pos="0"/>
        </w:tabs>
        <w:ind w:left="885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4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43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3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68902EA0"/>
    <w:multiLevelType w:val="multilevel"/>
    <w:tmpl w:val="E58A65D6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6BA274FF"/>
    <w:multiLevelType w:val="hybridMultilevel"/>
    <w:tmpl w:val="5B08DD10"/>
    <w:lvl w:ilvl="0" w:tplc="0409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9" w15:restartNumberingAfterBreak="0">
    <w:nsid w:val="6C6D548D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437CA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151" w:hanging="360"/>
      </w:pPr>
    </w:lvl>
    <w:lvl w:ilvl="2" w:tplc="0418001B" w:tentative="1">
      <w:start w:val="1"/>
      <w:numFmt w:val="lowerRoman"/>
      <w:lvlText w:val="%3."/>
      <w:lvlJc w:val="right"/>
      <w:pPr>
        <w:ind w:left="1871" w:hanging="180"/>
      </w:pPr>
    </w:lvl>
    <w:lvl w:ilvl="3" w:tplc="0418000F" w:tentative="1">
      <w:start w:val="1"/>
      <w:numFmt w:val="decimal"/>
      <w:lvlText w:val="%4."/>
      <w:lvlJc w:val="left"/>
      <w:pPr>
        <w:ind w:left="2591" w:hanging="360"/>
      </w:pPr>
    </w:lvl>
    <w:lvl w:ilvl="4" w:tplc="04180019" w:tentative="1">
      <w:start w:val="1"/>
      <w:numFmt w:val="lowerLetter"/>
      <w:lvlText w:val="%5."/>
      <w:lvlJc w:val="left"/>
      <w:pPr>
        <w:ind w:left="3311" w:hanging="360"/>
      </w:pPr>
    </w:lvl>
    <w:lvl w:ilvl="5" w:tplc="0418001B" w:tentative="1">
      <w:start w:val="1"/>
      <w:numFmt w:val="lowerRoman"/>
      <w:lvlText w:val="%6."/>
      <w:lvlJc w:val="right"/>
      <w:pPr>
        <w:ind w:left="4031" w:hanging="180"/>
      </w:pPr>
    </w:lvl>
    <w:lvl w:ilvl="6" w:tplc="0418000F" w:tentative="1">
      <w:start w:val="1"/>
      <w:numFmt w:val="decimal"/>
      <w:lvlText w:val="%7."/>
      <w:lvlJc w:val="left"/>
      <w:pPr>
        <w:ind w:left="4751" w:hanging="360"/>
      </w:pPr>
    </w:lvl>
    <w:lvl w:ilvl="7" w:tplc="04180019" w:tentative="1">
      <w:start w:val="1"/>
      <w:numFmt w:val="lowerLetter"/>
      <w:lvlText w:val="%8."/>
      <w:lvlJc w:val="left"/>
      <w:pPr>
        <w:ind w:left="5471" w:hanging="360"/>
      </w:pPr>
    </w:lvl>
    <w:lvl w:ilvl="8" w:tplc="0418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1" w15:restartNumberingAfterBreak="0">
    <w:nsid w:val="7C4C3977"/>
    <w:multiLevelType w:val="multilevel"/>
    <w:tmpl w:val="7CE49B58"/>
    <w:lvl w:ilvl="0">
      <w:numFmt w:val="bullet"/>
      <w:lvlText w:val="o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7D1732D4"/>
    <w:multiLevelType w:val="hybridMultilevel"/>
    <w:tmpl w:val="6A76B1CE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65619410">
    <w:abstractNumId w:val="13"/>
  </w:num>
  <w:num w:numId="2" w16cid:durableId="1656032167">
    <w:abstractNumId w:val="14"/>
  </w:num>
  <w:num w:numId="3" w16cid:durableId="371420311">
    <w:abstractNumId w:val="21"/>
  </w:num>
  <w:num w:numId="4" w16cid:durableId="162362807">
    <w:abstractNumId w:val="7"/>
  </w:num>
  <w:num w:numId="5" w16cid:durableId="40985824">
    <w:abstractNumId w:val="16"/>
  </w:num>
  <w:num w:numId="6" w16cid:durableId="195431488">
    <w:abstractNumId w:val="18"/>
  </w:num>
  <w:num w:numId="7" w16cid:durableId="1004548649">
    <w:abstractNumId w:val="5"/>
  </w:num>
  <w:num w:numId="8" w16cid:durableId="637153741">
    <w:abstractNumId w:val="10"/>
  </w:num>
  <w:num w:numId="9" w16cid:durableId="1059666730">
    <w:abstractNumId w:val="1"/>
  </w:num>
  <w:num w:numId="10" w16cid:durableId="1872841265">
    <w:abstractNumId w:val="0"/>
  </w:num>
  <w:num w:numId="11" w16cid:durableId="1583249478">
    <w:abstractNumId w:val="9"/>
  </w:num>
  <w:num w:numId="12" w16cid:durableId="1320886405">
    <w:abstractNumId w:val="12"/>
  </w:num>
  <w:num w:numId="13" w16cid:durableId="2099788202">
    <w:abstractNumId w:val="11"/>
  </w:num>
  <w:num w:numId="14" w16cid:durableId="1765110676">
    <w:abstractNumId w:val="4"/>
  </w:num>
  <w:num w:numId="15" w16cid:durableId="1108156238">
    <w:abstractNumId w:val="17"/>
  </w:num>
  <w:num w:numId="16" w16cid:durableId="204755495">
    <w:abstractNumId w:val="19"/>
  </w:num>
  <w:num w:numId="17" w16cid:durableId="2037123050">
    <w:abstractNumId w:val="20"/>
  </w:num>
  <w:num w:numId="18" w16cid:durableId="1376541012">
    <w:abstractNumId w:val="6"/>
  </w:num>
  <w:num w:numId="19" w16cid:durableId="1473867934">
    <w:abstractNumId w:val="15"/>
  </w:num>
  <w:num w:numId="20" w16cid:durableId="231695240">
    <w:abstractNumId w:val="3"/>
  </w:num>
  <w:num w:numId="21" w16cid:durableId="1204562776">
    <w:abstractNumId w:val="8"/>
  </w:num>
  <w:num w:numId="22" w16cid:durableId="1562016407">
    <w:abstractNumId w:val="2"/>
  </w:num>
  <w:num w:numId="23" w16cid:durableId="926421534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19A1"/>
    <w:rsid w:val="00094830"/>
    <w:rsid w:val="00095D5B"/>
    <w:rsid w:val="000C2AAE"/>
    <w:rsid w:val="000D1115"/>
    <w:rsid w:val="001175F2"/>
    <w:rsid w:val="00134DEE"/>
    <w:rsid w:val="001357F6"/>
    <w:rsid w:val="00144BFD"/>
    <w:rsid w:val="00163AF4"/>
    <w:rsid w:val="001679F8"/>
    <w:rsid w:val="001726E9"/>
    <w:rsid w:val="001754C0"/>
    <w:rsid w:val="001A4AC6"/>
    <w:rsid w:val="001A637E"/>
    <w:rsid w:val="001D40CB"/>
    <w:rsid w:val="001D7627"/>
    <w:rsid w:val="001E7798"/>
    <w:rsid w:val="0021575D"/>
    <w:rsid w:val="00216420"/>
    <w:rsid w:val="00275DCC"/>
    <w:rsid w:val="00284F7C"/>
    <w:rsid w:val="002B3BB9"/>
    <w:rsid w:val="002B42AE"/>
    <w:rsid w:val="002C62FC"/>
    <w:rsid w:val="002E07E9"/>
    <w:rsid w:val="002E6ADD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96D6F"/>
    <w:rsid w:val="003B1806"/>
    <w:rsid w:val="003D6664"/>
    <w:rsid w:val="003E2E03"/>
    <w:rsid w:val="003F4311"/>
    <w:rsid w:val="004305FA"/>
    <w:rsid w:val="00474F02"/>
    <w:rsid w:val="00475A3E"/>
    <w:rsid w:val="00502151"/>
    <w:rsid w:val="00507932"/>
    <w:rsid w:val="00523BEA"/>
    <w:rsid w:val="0055238C"/>
    <w:rsid w:val="005705BF"/>
    <w:rsid w:val="00571C43"/>
    <w:rsid w:val="005943DA"/>
    <w:rsid w:val="005A6B00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E034A"/>
    <w:rsid w:val="0071191E"/>
    <w:rsid w:val="007209E0"/>
    <w:rsid w:val="00744EC4"/>
    <w:rsid w:val="00754551"/>
    <w:rsid w:val="00776028"/>
    <w:rsid w:val="00795F40"/>
    <w:rsid w:val="007A69A6"/>
    <w:rsid w:val="007C403D"/>
    <w:rsid w:val="007D0CFC"/>
    <w:rsid w:val="007D3EF9"/>
    <w:rsid w:val="00836583"/>
    <w:rsid w:val="00851382"/>
    <w:rsid w:val="00861926"/>
    <w:rsid w:val="0088290B"/>
    <w:rsid w:val="00892D9C"/>
    <w:rsid w:val="008B3D4E"/>
    <w:rsid w:val="008C26CE"/>
    <w:rsid w:val="008E7688"/>
    <w:rsid w:val="00907D45"/>
    <w:rsid w:val="00931D5E"/>
    <w:rsid w:val="00935472"/>
    <w:rsid w:val="00936CF8"/>
    <w:rsid w:val="00937E7C"/>
    <w:rsid w:val="009508FA"/>
    <w:rsid w:val="0095716B"/>
    <w:rsid w:val="009C35A5"/>
    <w:rsid w:val="009C6F66"/>
    <w:rsid w:val="009F711B"/>
    <w:rsid w:val="00AB36A8"/>
    <w:rsid w:val="00AC3124"/>
    <w:rsid w:val="00AD7ACF"/>
    <w:rsid w:val="00AD7CAF"/>
    <w:rsid w:val="00AE4990"/>
    <w:rsid w:val="00AF0DE7"/>
    <w:rsid w:val="00B15233"/>
    <w:rsid w:val="00B81BF6"/>
    <w:rsid w:val="00B8332B"/>
    <w:rsid w:val="00BB1052"/>
    <w:rsid w:val="00BC2CE5"/>
    <w:rsid w:val="00BD3175"/>
    <w:rsid w:val="00BD6FA5"/>
    <w:rsid w:val="00BF0D73"/>
    <w:rsid w:val="00C05C7A"/>
    <w:rsid w:val="00C46F48"/>
    <w:rsid w:val="00C564B2"/>
    <w:rsid w:val="00C66FC3"/>
    <w:rsid w:val="00C72D22"/>
    <w:rsid w:val="00C82AD1"/>
    <w:rsid w:val="00C916A3"/>
    <w:rsid w:val="00CA70CF"/>
    <w:rsid w:val="00CC6C98"/>
    <w:rsid w:val="00CE4F1E"/>
    <w:rsid w:val="00D01958"/>
    <w:rsid w:val="00D202B1"/>
    <w:rsid w:val="00D22014"/>
    <w:rsid w:val="00D251CC"/>
    <w:rsid w:val="00D344D3"/>
    <w:rsid w:val="00D368D4"/>
    <w:rsid w:val="00D42E3B"/>
    <w:rsid w:val="00D44351"/>
    <w:rsid w:val="00D546B8"/>
    <w:rsid w:val="00D94812"/>
    <w:rsid w:val="00D96085"/>
    <w:rsid w:val="00DA4DB8"/>
    <w:rsid w:val="00DD0DA2"/>
    <w:rsid w:val="00DD113C"/>
    <w:rsid w:val="00E32BBC"/>
    <w:rsid w:val="00E615D2"/>
    <w:rsid w:val="00E753B1"/>
    <w:rsid w:val="00EB7F6D"/>
    <w:rsid w:val="00EC67EE"/>
    <w:rsid w:val="00ED5174"/>
    <w:rsid w:val="00EE2BF7"/>
    <w:rsid w:val="00EF6CD7"/>
    <w:rsid w:val="00EF7F20"/>
    <w:rsid w:val="00F12E7F"/>
    <w:rsid w:val="00F167CD"/>
    <w:rsid w:val="00F5775A"/>
    <w:rsid w:val="00F77FD3"/>
    <w:rsid w:val="00F97AE0"/>
    <w:rsid w:val="00FD2955"/>
    <w:rsid w:val="00FD5429"/>
    <w:rsid w:val="00FD6C8E"/>
    <w:rsid w:val="00FE57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4:docId w14:val="7DAA9A22"/>
  <w15:chartTrackingRefBased/>
  <w15:docId w15:val="{CECC2437-5583-464D-8D05-167256A2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SubsolCaracter">
    <w:name w:val="Subsol Caracter"/>
    <w:link w:val="Subsol"/>
    <w:uiPriority w:val="99"/>
    <w:rsid w:val="00EF7F20"/>
    <w:rPr>
      <w:rFonts w:ascii="Arial Narrow" w:hAnsi="Arial Narrow"/>
      <w:noProof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23D93-9B6B-4CB6-80CD-965439746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3</TotalTime>
  <Pages>8</Pages>
  <Words>2479</Words>
  <Characters>16171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18613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4</cp:revision>
  <cp:lastPrinted>2022-03-29T08:07:00Z</cp:lastPrinted>
  <dcterms:created xsi:type="dcterms:W3CDTF">2023-09-22T09:03:00Z</dcterms:created>
  <dcterms:modified xsi:type="dcterms:W3CDTF">2023-12-18T14:04:00Z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d1740aee0ddf2a17b065fa768e3e548141f4f69af1a8d309843e25f60257155a</vt:lpwstr>
  </property>
</Properties>
</file>